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4FD" w:rsidRDefault="006C04FD" w:rsidP="00620C9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Краевое государственное бюджетное общеобразовательное учреждение    «Тинская школа-интернат»</w:t>
      </w:r>
    </w:p>
    <w:p w:rsidR="006C04FD" w:rsidRDefault="006C04FD" w:rsidP="00620C9A">
      <w:pPr>
        <w:jc w:val="center"/>
        <w:rPr>
          <w:rFonts w:ascii="Times New Roman" w:hAnsi="Times New Roman"/>
          <w:sz w:val="28"/>
          <w:szCs w:val="28"/>
        </w:rPr>
      </w:pPr>
    </w:p>
    <w:p w:rsidR="006C04FD" w:rsidRPr="00E8602F" w:rsidRDefault="006C04FD" w:rsidP="00620C9A">
      <w:pPr>
        <w:jc w:val="center"/>
        <w:rPr>
          <w:rFonts w:ascii="Times New Roman" w:hAnsi="Times New Roman"/>
          <w:sz w:val="28"/>
          <w:szCs w:val="28"/>
        </w:rPr>
      </w:pPr>
    </w:p>
    <w:p w:rsidR="006C04FD" w:rsidRPr="00022AB1" w:rsidRDefault="006C04FD" w:rsidP="00620C9A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3273"/>
        <w:gridCol w:w="3284"/>
        <w:gridCol w:w="3365"/>
      </w:tblGrid>
      <w:tr w:rsidR="006C04FD" w:rsidRPr="00CB7DB4" w:rsidTr="00CB7DB4">
        <w:tc>
          <w:tcPr>
            <w:tcW w:w="3273" w:type="dxa"/>
          </w:tcPr>
          <w:p w:rsidR="006C04FD" w:rsidRPr="00CB7DB4" w:rsidRDefault="006C04FD" w:rsidP="00CB7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04FD" w:rsidRPr="00CB7DB4" w:rsidRDefault="006C04FD" w:rsidP="00CB7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4" w:type="dxa"/>
          </w:tcPr>
          <w:p w:rsidR="006C04FD" w:rsidRPr="00CB7DB4" w:rsidRDefault="006C04FD" w:rsidP="00CB7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5" w:type="dxa"/>
          </w:tcPr>
          <w:p w:rsidR="006C04FD" w:rsidRPr="00CB7DB4" w:rsidRDefault="006C04FD" w:rsidP="00CB7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C04FD" w:rsidRPr="00022AB1" w:rsidRDefault="006C04FD" w:rsidP="00620C9A">
      <w:pPr>
        <w:jc w:val="center"/>
        <w:rPr>
          <w:rFonts w:ascii="Times New Roman" w:hAnsi="Times New Roman"/>
        </w:rPr>
      </w:pPr>
    </w:p>
    <w:p w:rsidR="006C04FD" w:rsidRDefault="006C04FD" w:rsidP="00620C9A">
      <w:pPr>
        <w:jc w:val="center"/>
        <w:rPr>
          <w:rFonts w:ascii="Times New Roman" w:hAnsi="Times New Roman"/>
          <w:sz w:val="28"/>
          <w:szCs w:val="28"/>
        </w:rPr>
      </w:pPr>
    </w:p>
    <w:p w:rsidR="006C04FD" w:rsidRDefault="006C04FD" w:rsidP="00620C9A">
      <w:pPr>
        <w:jc w:val="center"/>
        <w:rPr>
          <w:rFonts w:ascii="Times New Roman" w:hAnsi="Times New Roman"/>
          <w:sz w:val="28"/>
          <w:szCs w:val="28"/>
        </w:rPr>
      </w:pPr>
    </w:p>
    <w:p w:rsidR="006C04FD" w:rsidRDefault="006C04FD" w:rsidP="00620C9A">
      <w:pPr>
        <w:jc w:val="center"/>
        <w:rPr>
          <w:rFonts w:ascii="Times New Roman" w:hAnsi="Times New Roman"/>
          <w:sz w:val="28"/>
          <w:szCs w:val="28"/>
        </w:rPr>
      </w:pPr>
    </w:p>
    <w:p w:rsidR="006C04FD" w:rsidRDefault="006C04FD" w:rsidP="00620C9A">
      <w:pPr>
        <w:jc w:val="center"/>
        <w:rPr>
          <w:rFonts w:ascii="Times New Roman" w:hAnsi="Times New Roman"/>
          <w:sz w:val="28"/>
          <w:szCs w:val="28"/>
        </w:rPr>
      </w:pPr>
    </w:p>
    <w:p w:rsidR="006C04FD" w:rsidRDefault="006C04FD" w:rsidP="00620C9A">
      <w:pPr>
        <w:jc w:val="center"/>
        <w:rPr>
          <w:rFonts w:ascii="Times New Roman" w:hAnsi="Times New Roman"/>
          <w:sz w:val="28"/>
          <w:szCs w:val="28"/>
        </w:rPr>
      </w:pPr>
    </w:p>
    <w:p w:rsidR="006C04FD" w:rsidRDefault="006C04FD" w:rsidP="00620C9A">
      <w:pPr>
        <w:jc w:val="center"/>
        <w:rPr>
          <w:rFonts w:ascii="Times New Roman" w:hAnsi="Times New Roman"/>
          <w:sz w:val="28"/>
          <w:szCs w:val="28"/>
        </w:rPr>
      </w:pPr>
    </w:p>
    <w:p w:rsidR="006C04FD" w:rsidRPr="006E1004" w:rsidRDefault="006C04FD" w:rsidP="00620C9A">
      <w:pPr>
        <w:jc w:val="center"/>
        <w:rPr>
          <w:rFonts w:ascii="Times New Roman" w:hAnsi="Times New Roman"/>
          <w:sz w:val="28"/>
          <w:szCs w:val="28"/>
        </w:rPr>
      </w:pPr>
      <w:r w:rsidRPr="006E1004">
        <w:rPr>
          <w:rFonts w:ascii="Times New Roman" w:hAnsi="Times New Roman"/>
          <w:sz w:val="28"/>
          <w:szCs w:val="28"/>
        </w:rPr>
        <w:t>УЧЕБНЫЙ ПЛАН</w:t>
      </w:r>
    </w:p>
    <w:p w:rsidR="006C04FD" w:rsidRPr="00E6549F" w:rsidRDefault="006C04FD" w:rsidP="00D11442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E6549F">
        <w:rPr>
          <w:rFonts w:ascii="Times New Roman" w:hAnsi="Times New Roman"/>
          <w:b/>
          <w:sz w:val="32"/>
          <w:szCs w:val="32"/>
          <w:lang w:eastAsia="ru-RU"/>
        </w:rPr>
        <w:t>для обучающихся с умственной отсталостью</w:t>
      </w:r>
    </w:p>
    <w:p w:rsidR="006C04FD" w:rsidRPr="00E6549F" w:rsidRDefault="006C04FD" w:rsidP="00D11442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E6549F">
        <w:rPr>
          <w:rFonts w:ascii="Times New Roman" w:hAnsi="Times New Roman"/>
          <w:b/>
          <w:sz w:val="32"/>
          <w:szCs w:val="32"/>
          <w:lang w:eastAsia="ru-RU"/>
        </w:rPr>
        <w:t xml:space="preserve"> (интеллектуальными нарушениями)</w:t>
      </w:r>
    </w:p>
    <w:p w:rsidR="006C04FD" w:rsidRPr="00E6549F" w:rsidRDefault="006C04FD" w:rsidP="00D11442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E6549F">
        <w:rPr>
          <w:rFonts w:ascii="Times New Roman" w:hAnsi="Times New Roman"/>
          <w:b/>
          <w:sz w:val="32"/>
          <w:szCs w:val="32"/>
          <w:lang w:eastAsia="ru-RU"/>
        </w:rPr>
        <w:t>КГБОУ «Тинская  школа-интернат»</w:t>
      </w:r>
    </w:p>
    <w:p w:rsidR="006C04FD" w:rsidRPr="00E6549F" w:rsidRDefault="006C04FD" w:rsidP="00D11442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E6549F">
        <w:rPr>
          <w:rFonts w:ascii="Times New Roman" w:hAnsi="Times New Roman"/>
          <w:b/>
          <w:sz w:val="32"/>
          <w:szCs w:val="32"/>
          <w:lang w:eastAsia="ru-RU"/>
        </w:rPr>
        <w:t>д</w:t>
      </w:r>
      <w:r>
        <w:rPr>
          <w:rFonts w:ascii="Times New Roman" w:hAnsi="Times New Roman"/>
          <w:b/>
          <w:sz w:val="32"/>
          <w:szCs w:val="32"/>
          <w:lang w:eastAsia="ru-RU"/>
        </w:rPr>
        <w:t>ля 5-9</w:t>
      </w:r>
      <w:r w:rsidRPr="00E6549F">
        <w:rPr>
          <w:rFonts w:ascii="Times New Roman" w:hAnsi="Times New Roman"/>
          <w:b/>
          <w:sz w:val="32"/>
          <w:szCs w:val="32"/>
          <w:lang w:eastAsia="ru-RU"/>
        </w:rPr>
        <w:t xml:space="preserve"> классов</w:t>
      </w:r>
    </w:p>
    <w:p w:rsidR="006C04FD" w:rsidRPr="002A3B89" w:rsidRDefault="006C04FD" w:rsidP="00620C9A">
      <w:pPr>
        <w:jc w:val="center"/>
        <w:rPr>
          <w:rFonts w:ascii="Times New Roman" w:hAnsi="Times New Roman"/>
          <w:sz w:val="28"/>
          <w:szCs w:val="28"/>
        </w:rPr>
      </w:pPr>
    </w:p>
    <w:p w:rsidR="006C04FD" w:rsidRPr="006E1004" w:rsidRDefault="006C04FD" w:rsidP="00620C9A">
      <w:pPr>
        <w:jc w:val="center"/>
        <w:rPr>
          <w:rFonts w:ascii="Times New Roman" w:hAnsi="Times New Roman"/>
          <w:sz w:val="28"/>
          <w:szCs w:val="28"/>
        </w:rPr>
      </w:pPr>
      <w:r w:rsidRPr="006E1004">
        <w:rPr>
          <w:rFonts w:ascii="Times New Roman" w:hAnsi="Times New Roman"/>
          <w:sz w:val="28"/>
          <w:szCs w:val="28"/>
        </w:rPr>
        <w:t xml:space="preserve">на </w:t>
      </w:r>
      <w:r w:rsidRPr="00BA255F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4</w:t>
      </w:r>
      <w:r w:rsidRPr="00BA25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Pr="00BA255F">
        <w:rPr>
          <w:rFonts w:ascii="Times New Roman" w:hAnsi="Times New Roman"/>
          <w:sz w:val="28"/>
          <w:szCs w:val="28"/>
        </w:rPr>
        <w:t xml:space="preserve"> 202</w:t>
      </w:r>
      <w:r>
        <w:rPr>
          <w:rFonts w:ascii="Times New Roman" w:hAnsi="Times New Roman"/>
          <w:sz w:val="28"/>
          <w:szCs w:val="28"/>
        </w:rPr>
        <w:t xml:space="preserve">5 </w:t>
      </w:r>
      <w:r w:rsidRPr="006E1004">
        <w:rPr>
          <w:rFonts w:ascii="Times New Roman" w:hAnsi="Times New Roman"/>
          <w:sz w:val="28"/>
          <w:szCs w:val="28"/>
        </w:rPr>
        <w:t>учебный год</w:t>
      </w:r>
    </w:p>
    <w:p w:rsidR="006C04FD" w:rsidRPr="006E1004" w:rsidRDefault="006C04FD" w:rsidP="00620C9A">
      <w:pPr>
        <w:jc w:val="center"/>
        <w:rPr>
          <w:rFonts w:ascii="Times New Roman" w:hAnsi="Times New Roman"/>
          <w:sz w:val="28"/>
          <w:szCs w:val="28"/>
        </w:rPr>
      </w:pPr>
    </w:p>
    <w:p w:rsidR="006C04FD" w:rsidRDefault="006C04FD" w:rsidP="00620C9A">
      <w:pPr>
        <w:jc w:val="center"/>
        <w:rPr>
          <w:rFonts w:ascii="Times New Roman" w:hAnsi="Times New Roman"/>
          <w:sz w:val="28"/>
          <w:szCs w:val="28"/>
        </w:rPr>
      </w:pPr>
    </w:p>
    <w:p w:rsidR="006C04FD" w:rsidRDefault="006C04FD" w:rsidP="00620C9A">
      <w:pPr>
        <w:jc w:val="center"/>
        <w:rPr>
          <w:rFonts w:ascii="Times New Roman" w:hAnsi="Times New Roman"/>
          <w:sz w:val="28"/>
          <w:szCs w:val="28"/>
        </w:rPr>
      </w:pPr>
    </w:p>
    <w:p w:rsidR="006C04FD" w:rsidRDefault="006C04FD" w:rsidP="00620C9A">
      <w:pPr>
        <w:jc w:val="center"/>
        <w:rPr>
          <w:rFonts w:ascii="Times New Roman" w:hAnsi="Times New Roman"/>
          <w:sz w:val="28"/>
          <w:szCs w:val="28"/>
        </w:rPr>
      </w:pPr>
    </w:p>
    <w:p w:rsidR="006C04FD" w:rsidRDefault="006C04FD" w:rsidP="00620C9A">
      <w:pPr>
        <w:jc w:val="center"/>
        <w:rPr>
          <w:rFonts w:ascii="Times New Roman" w:hAnsi="Times New Roman"/>
          <w:sz w:val="28"/>
          <w:szCs w:val="28"/>
        </w:rPr>
      </w:pPr>
    </w:p>
    <w:p w:rsidR="006C04FD" w:rsidRDefault="006C04FD" w:rsidP="00620C9A">
      <w:pPr>
        <w:jc w:val="center"/>
        <w:rPr>
          <w:rFonts w:ascii="Times New Roman" w:hAnsi="Times New Roman"/>
          <w:sz w:val="28"/>
          <w:szCs w:val="28"/>
        </w:rPr>
      </w:pPr>
    </w:p>
    <w:p w:rsidR="006C04FD" w:rsidRPr="006E1004" w:rsidRDefault="006C04FD" w:rsidP="00D60230">
      <w:pPr>
        <w:rPr>
          <w:rFonts w:ascii="Times New Roman" w:hAnsi="Times New Roman"/>
          <w:sz w:val="28"/>
          <w:szCs w:val="28"/>
        </w:rPr>
      </w:pPr>
    </w:p>
    <w:p w:rsidR="006C04FD" w:rsidRPr="00BA255F" w:rsidRDefault="006C04FD" w:rsidP="00620C9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 год</w:t>
      </w:r>
    </w:p>
    <w:p w:rsidR="006C04FD" w:rsidRDefault="006C04FD" w:rsidP="001A682B">
      <w:pPr>
        <w:jc w:val="center"/>
        <w:rPr>
          <w:rFonts w:ascii="Times New Roman" w:hAnsi="Times New Roman"/>
          <w:sz w:val="28"/>
          <w:szCs w:val="28"/>
        </w:rPr>
      </w:pPr>
      <w:r w:rsidRPr="00BA255F">
        <w:rPr>
          <w:rFonts w:ascii="Times New Roman" w:hAnsi="Times New Roman"/>
          <w:sz w:val="28"/>
          <w:szCs w:val="28"/>
        </w:rPr>
        <w:br w:type="page"/>
      </w:r>
      <w:r w:rsidRPr="006E1004">
        <w:rPr>
          <w:rFonts w:ascii="Times New Roman" w:hAnsi="Times New Roman"/>
          <w:sz w:val="28"/>
          <w:szCs w:val="28"/>
        </w:rPr>
        <w:t>Пояснительная записка</w:t>
      </w:r>
    </w:p>
    <w:p w:rsidR="006C04FD" w:rsidRPr="00BA255F" w:rsidRDefault="006C04FD" w:rsidP="001A682B">
      <w:pPr>
        <w:jc w:val="center"/>
        <w:rPr>
          <w:rFonts w:ascii="Times New Roman" w:hAnsi="Times New Roman"/>
          <w:sz w:val="28"/>
          <w:szCs w:val="28"/>
        </w:rPr>
      </w:pPr>
    </w:p>
    <w:p w:rsidR="006C04FD" w:rsidRPr="006E1004" w:rsidRDefault="006C04FD" w:rsidP="00022AB1">
      <w:pPr>
        <w:spacing w:after="0"/>
        <w:ind w:firstLine="567"/>
        <w:jc w:val="both"/>
        <w:rPr>
          <w:rStyle w:val="markedcontent"/>
          <w:rFonts w:ascii="Times New Roman" w:hAnsi="Times New Roman"/>
          <w:sz w:val="28"/>
          <w:szCs w:val="28"/>
        </w:rPr>
      </w:pPr>
      <w:r w:rsidRPr="006E1004">
        <w:rPr>
          <w:rStyle w:val="markedcontent"/>
          <w:rFonts w:ascii="Times New Roman" w:hAnsi="Times New Roman"/>
          <w:sz w:val="28"/>
          <w:szCs w:val="28"/>
        </w:rPr>
        <w:t xml:space="preserve">Учебный </w:t>
      </w:r>
      <w:r w:rsidRPr="00A03753">
        <w:rPr>
          <w:rStyle w:val="markedcontent"/>
          <w:rFonts w:ascii="Times New Roman" w:hAnsi="Times New Roman"/>
          <w:sz w:val="28"/>
          <w:szCs w:val="28"/>
        </w:rPr>
        <w:t xml:space="preserve">план </w:t>
      </w:r>
      <w:r w:rsidRPr="00A03753">
        <w:rPr>
          <w:rFonts w:ascii="Times New Roman" w:hAnsi="Times New Roman"/>
          <w:sz w:val="28"/>
          <w:szCs w:val="28"/>
        </w:rPr>
        <w:t xml:space="preserve">краевого государственного бюджетного общеобразовательного учреждения «Тинская школа-интернат»  </w:t>
      </w:r>
      <w:r w:rsidRPr="00A03753">
        <w:rPr>
          <w:rStyle w:val="markedcontent"/>
          <w:rFonts w:ascii="Times New Roman" w:hAnsi="Times New Roman"/>
          <w:sz w:val="28"/>
          <w:szCs w:val="28"/>
        </w:rPr>
        <w:t xml:space="preserve">(далее соответственно – школа, учебный план) для 5-9 классов, реализующее адаптированную основную общеобразовательную программу образования обучающихся </w:t>
      </w:r>
      <w:r>
        <w:rPr>
          <w:rStyle w:val="markedcontent"/>
          <w:rFonts w:ascii="Times New Roman" w:hAnsi="Times New Roman"/>
          <w:sz w:val="28"/>
          <w:szCs w:val="28"/>
        </w:rPr>
        <w:t xml:space="preserve">с умственной отсталостью </w:t>
      </w:r>
      <w:r w:rsidRPr="00A03753">
        <w:rPr>
          <w:rStyle w:val="markedcontent"/>
          <w:rFonts w:ascii="Times New Roman" w:hAnsi="Times New Roman"/>
          <w:sz w:val="28"/>
          <w:szCs w:val="28"/>
        </w:rPr>
        <w:t>(интеллектуальными нарушениями),</w:t>
      </w:r>
      <w:r w:rsidRPr="006E1004">
        <w:rPr>
          <w:rStyle w:val="markedcontent"/>
          <w:rFonts w:ascii="Times New Roman" w:hAnsi="Times New Roman"/>
          <w:sz w:val="28"/>
          <w:szCs w:val="28"/>
        </w:rPr>
        <w:t xml:space="preserve"> </w:t>
      </w:r>
      <w:r>
        <w:rPr>
          <w:rStyle w:val="markedcontent"/>
          <w:rFonts w:ascii="Times New Roman" w:hAnsi="Times New Roman"/>
          <w:sz w:val="28"/>
          <w:szCs w:val="28"/>
        </w:rPr>
        <w:t xml:space="preserve">вариант 1 (далее АООП, вариант 1) </w:t>
      </w:r>
      <w:r w:rsidRPr="006E1004">
        <w:rPr>
          <w:rStyle w:val="markedcontent"/>
          <w:rFonts w:ascii="Times New Roman" w:hAnsi="Times New Roman"/>
          <w:sz w:val="28"/>
          <w:szCs w:val="28"/>
        </w:rPr>
        <w:t>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предметам.</w:t>
      </w:r>
    </w:p>
    <w:p w:rsidR="006C04FD" w:rsidRDefault="006C04FD" w:rsidP="00F25599">
      <w:pPr>
        <w:spacing w:after="0"/>
        <w:ind w:firstLine="567"/>
        <w:jc w:val="both"/>
        <w:rPr>
          <w:rStyle w:val="markedcontent"/>
          <w:sz w:val="28"/>
          <w:szCs w:val="28"/>
        </w:rPr>
      </w:pPr>
      <w:r w:rsidRPr="006E1004">
        <w:rPr>
          <w:rStyle w:val="markedcontent"/>
          <w:rFonts w:ascii="Times New Roman" w:hAnsi="Times New Roman"/>
          <w:sz w:val="28"/>
          <w:szCs w:val="28"/>
        </w:rPr>
        <w:t xml:space="preserve">Учебный план является частью </w:t>
      </w:r>
      <w:r w:rsidRPr="00F25599">
        <w:rPr>
          <w:rStyle w:val="markedcontent"/>
          <w:rFonts w:ascii="Times New Roman" w:hAnsi="Times New Roman"/>
          <w:sz w:val="28"/>
          <w:szCs w:val="28"/>
        </w:rPr>
        <w:t>ада</w:t>
      </w:r>
      <w:r>
        <w:rPr>
          <w:rStyle w:val="markedcontent"/>
          <w:rFonts w:ascii="Times New Roman" w:hAnsi="Times New Roman"/>
          <w:sz w:val="28"/>
          <w:szCs w:val="28"/>
        </w:rPr>
        <w:t>птированной основной обще</w:t>
      </w:r>
      <w:r w:rsidRPr="00F25599">
        <w:rPr>
          <w:rStyle w:val="markedcontent"/>
          <w:rFonts w:ascii="Times New Roman" w:hAnsi="Times New Roman"/>
          <w:sz w:val="28"/>
          <w:szCs w:val="28"/>
        </w:rPr>
        <w:t xml:space="preserve">образовательной программы </w:t>
      </w:r>
      <w:r w:rsidRPr="00F25599">
        <w:rPr>
          <w:rFonts w:ascii="Times New Roman" w:hAnsi="Times New Roman"/>
          <w:sz w:val="28"/>
          <w:szCs w:val="28"/>
        </w:rPr>
        <w:t>школы</w:t>
      </w:r>
      <w:r w:rsidRPr="00F25599">
        <w:rPr>
          <w:rStyle w:val="markedcontent"/>
          <w:rFonts w:ascii="Times New Roman" w:hAnsi="Times New Roman"/>
          <w:sz w:val="28"/>
          <w:szCs w:val="28"/>
        </w:rPr>
        <w:t>, разработанной в соответствии с ФГОС  образования обучающихся с умственной отсталостью (интеллектуальными нарушениями), федеральной адаптированной основной общеобразовательной программой обучающихся с умственной отсталостью (интеллектуальными нарушениями), и обеспечивает выполнение санитарно-эпидемиологических требований СП 2.4.3648-20 и гигиенических нормативов и требований СанПиН 1.2.3685-21.</w:t>
      </w:r>
    </w:p>
    <w:p w:rsidR="006C04FD" w:rsidRPr="006E1004" w:rsidRDefault="006C04FD" w:rsidP="00F2559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E1004">
        <w:rPr>
          <w:rStyle w:val="markedcontent"/>
          <w:rFonts w:ascii="Times New Roman" w:hAnsi="Times New Roman"/>
          <w:sz w:val="28"/>
          <w:szCs w:val="28"/>
        </w:rPr>
        <w:t xml:space="preserve">Учебный год в </w:t>
      </w:r>
      <w:r>
        <w:rPr>
          <w:rStyle w:val="markedcontent"/>
          <w:rFonts w:ascii="Times New Roman" w:hAnsi="Times New Roman"/>
          <w:sz w:val="28"/>
          <w:szCs w:val="28"/>
        </w:rPr>
        <w:t>школе</w:t>
      </w:r>
      <w:r w:rsidRPr="006E1004">
        <w:rPr>
          <w:rFonts w:ascii="Times New Roman" w:hAnsi="Times New Roman"/>
          <w:sz w:val="28"/>
          <w:szCs w:val="28"/>
        </w:rPr>
        <w:t xml:space="preserve"> </w:t>
      </w:r>
      <w:r w:rsidRPr="006E1004">
        <w:rPr>
          <w:rStyle w:val="markedcontent"/>
          <w:rFonts w:ascii="Times New Roman" w:hAnsi="Times New Roman"/>
          <w:sz w:val="28"/>
          <w:szCs w:val="28"/>
        </w:rPr>
        <w:t>начинается</w:t>
      </w:r>
      <w:r w:rsidRPr="00BA255F">
        <w:rPr>
          <w:rStyle w:val="markedcontent"/>
          <w:rFonts w:ascii="Times New Roman" w:hAnsi="Times New Roman"/>
          <w:sz w:val="28"/>
          <w:szCs w:val="28"/>
        </w:rPr>
        <w:t xml:space="preserve"> </w:t>
      </w:r>
      <w:r w:rsidRPr="00F25599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2</w:t>
      </w:r>
      <w:r w:rsidRPr="00F25599">
        <w:rPr>
          <w:rFonts w:ascii="Times New Roman" w:hAnsi="Times New Roman"/>
          <w:sz w:val="28"/>
          <w:szCs w:val="28"/>
        </w:rPr>
        <w:t>.09.202</w:t>
      </w:r>
      <w:r>
        <w:rPr>
          <w:rFonts w:ascii="Times New Roman" w:hAnsi="Times New Roman"/>
          <w:sz w:val="28"/>
          <w:szCs w:val="28"/>
        </w:rPr>
        <w:t xml:space="preserve">4г. </w:t>
      </w:r>
      <w:r w:rsidRPr="00F25599">
        <w:rPr>
          <w:rStyle w:val="markedcontent"/>
          <w:rFonts w:ascii="Times New Roman" w:hAnsi="Times New Roman"/>
          <w:sz w:val="28"/>
          <w:szCs w:val="28"/>
        </w:rPr>
        <w:t xml:space="preserve">и заканчивается </w:t>
      </w:r>
      <w:r>
        <w:rPr>
          <w:rFonts w:ascii="Times New Roman" w:hAnsi="Times New Roman"/>
          <w:sz w:val="28"/>
          <w:szCs w:val="28"/>
        </w:rPr>
        <w:t>27</w:t>
      </w:r>
      <w:r w:rsidRPr="00BC5250">
        <w:rPr>
          <w:rFonts w:ascii="Times New Roman" w:hAnsi="Times New Roman"/>
          <w:sz w:val="28"/>
          <w:szCs w:val="28"/>
        </w:rPr>
        <w:t>.05</w:t>
      </w:r>
      <w:r w:rsidRPr="00F25599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5 г</w:t>
      </w:r>
      <w:r w:rsidRPr="00F25599">
        <w:rPr>
          <w:rFonts w:ascii="Times New Roman" w:hAnsi="Times New Roman"/>
          <w:sz w:val="28"/>
          <w:szCs w:val="28"/>
        </w:rPr>
        <w:t>.</w:t>
      </w:r>
      <w:r w:rsidRPr="006E1004">
        <w:rPr>
          <w:rFonts w:ascii="Times New Roman" w:hAnsi="Times New Roman"/>
          <w:sz w:val="28"/>
          <w:szCs w:val="28"/>
        </w:rPr>
        <w:t xml:space="preserve"> </w:t>
      </w:r>
    </w:p>
    <w:p w:rsidR="006C04FD" w:rsidRDefault="006C04FD" w:rsidP="008376E0">
      <w:pPr>
        <w:spacing w:after="0" w:line="240" w:lineRule="auto"/>
        <w:ind w:firstLine="567"/>
        <w:jc w:val="both"/>
        <w:rPr>
          <w:rStyle w:val="markedcontent"/>
          <w:rFonts w:ascii="Times New Roman" w:hAnsi="Times New Roman"/>
          <w:sz w:val="28"/>
          <w:szCs w:val="28"/>
        </w:rPr>
      </w:pPr>
      <w:r w:rsidRPr="006E1004">
        <w:rPr>
          <w:rStyle w:val="markedcontent"/>
          <w:rFonts w:ascii="Times New Roman" w:hAnsi="Times New Roman"/>
          <w:sz w:val="28"/>
          <w:szCs w:val="28"/>
        </w:rPr>
        <w:t xml:space="preserve">Продолжительность учебного года </w:t>
      </w:r>
      <w:r>
        <w:rPr>
          <w:rStyle w:val="markedcontent"/>
          <w:rFonts w:ascii="Times New Roman" w:hAnsi="Times New Roman"/>
          <w:sz w:val="28"/>
          <w:szCs w:val="28"/>
        </w:rPr>
        <w:t xml:space="preserve">в 5-9 классах </w:t>
      </w:r>
      <w:r w:rsidRPr="006E1004">
        <w:rPr>
          <w:rStyle w:val="markedcontent"/>
          <w:rFonts w:ascii="Times New Roman" w:hAnsi="Times New Roman"/>
          <w:sz w:val="28"/>
          <w:szCs w:val="28"/>
        </w:rPr>
        <w:t xml:space="preserve">34 учебных недели. </w:t>
      </w:r>
    </w:p>
    <w:p w:rsidR="006C04FD" w:rsidRDefault="006C04FD" w:rsidP="008376E0">
      <w:pPr>
        <w:spacing w:after="0" w:line="240" w:lineRule="auto"/>
        <w:ind w:firstLine="567"/>
        <w:jc w:val="both"/>
        <w:rPr>
          <w:rStyle w:val="markedcontent"/>
          <w:rFonts w:ascii="Times New Roman" w:hAnsi="Times New Roman"/>
          <w:sz w:val="28"/>
          <w:szCs w:val="28"/>
        </w:rPr>
      </w:pPr>
      <w:r w:rsidRPr="006E1004">
        <w:rPr>
          <w:rStyle w:val="markedcontent"/>
          <w:rFonts w:ascii="Times New Roman" w:hAnsi="Times New Roman"/>
          <w:sz w:val="28"/>
          <w:szCs w:val="28"/>
        </w:rPr>
        <w:t xml:space="preserve">Учебные занятия для учащихся </w:t>
      </w:r>
      <w:r w:rsidRPr="00F25599">
        <w:rPr>
          <w:rStyle w:val="markedcontent"/>
          <w:rFonts w:ascii="Times New Roman" w:hAnsi="Times New Roman"/>
          <w:sz w:val="28"/>
          <w:szCs w:val="28"/>
        </w:rPr>
        <w:t>5-9 классов</w:t>
      </w:r>
      <w:r w:rsidRPr="008376E0">
        <w:rPr>
          <w:rStyle w:val="markedcontent"/>
          <w:rFonts w:ascii="Times New Roman" w:hAnsi="Times New Roman"/>
          <w:color w:val="FF0000"/>
          <w:sz w:val="28"/>
          <w:szCs w:val="28"/>
        </w:rPr>
        <w:t xml:space="preserve"> </w:t>
      </w:r>
      <w:r w:rsidRPr="006E1004">
        <w:rPr>
          <w:rStyle w:val="markedcontent"/>
          <w:rFonts w:ascii="Times New Roman" w:hAnsi="Times New Roman"/>
          <w:sz w:val="28"/>
          <w:szCs w:val="28"/>
        </w:rPr>
        <w:t>проводятся по</w:t>
      </w:r>
      <w:r w:rsidRPr="00BA255F">
        <w:rPr>
          <w:rStyle w:val="markedcontent"/>
          <w:rFonts w:ascii="Times New Roman" w:hAnsi="Times New Roman"/>
          <w:sz w:val="28"/>
          <w:szCs w:val="28"/>
        </w:rPr>
        <w:t xml:space="preserve"> </w:t>
      </w:r>
      <w:r w:rsidRPr="006E1004">
        <w:rPr>
          <w:rStyle w:val="markedcontent"/>
          <w:rFonts w:ascii="Times New Roman" w:hAnsi="Times New Roman"/>
          <w:sz w:val="28"/>
          <w:szCs w:val="28"/>
        </w:rPr>
        <w:t>5-</w:t>
      </w:r>
      <w:r>
        <w:rPr>
          <w:rStyle w:val="markedcontent"/>
          <w:rFonts w:ascii="Times New Roman" w:hAnsi="Times New Roman"/>
          <w:sz w:val="28"/>
          <w:szCs w:val="28"/>
        </w:rPr>
        <w:t>ти</w:t>
      </w:r>
      <w:r w:rsidRPr="006E1004">
        <w:rPr>
          <w:rStyle w:val="markedcontent"/>
          <w:rFonts w:ascii="Times New Roman" w:hAnsi="Times New Roman"/>
          <w:sz w:val="28"/>
          <w:szCs w:val="28"/>
        </w:rPr>
        <w:t xml:space="preserve"> дневной учебной неделе.</w:t>
      </w:r>
    </w:p>
    <w:p w:rsidR="006C04FD" w:rsidRPr="006E1004" w:rsidRDefault="006C04FD" w:rsidP="008376E0">
      <w:pPr>
        <w:spacing w:after="0" w:line="240" w:lineRule="auto"/>
        <w:ind w:firstLine="567"/>
        <w:jc w:val="both"/>
        <w:rPr>
          <w:rStyle w:val="markedcontent"/>
          <w:rFonts w:ascii="Times New Roman" w:hAnsi="Times New Roman"/>
          <w:sz w:val="28"/>
          <w:szCs w:val="28"/>
        </w:rPr>
      </w:pPr>
      <w:r w:rsidRPr="006E1004">
        <w:rPr>
          <w:rStyle w:val="markedcontent"/>
          <w:rFonts w:ascii="Times New Roman" w:hAnsi="Times New Roman"/>
          <w:sz w:val="28"/>
          <w:szCs w:val="28"/>
        </w:rPr>
        <w:t xml:space="preserve">Максимальный объем аудиторной нагрузки обучающихся в неделю составляет </w:t>
      </w:r>
      <w:r>
        <w:rPr>
          <w:rStyle w:val="markedcontent"/>
          <w:rFonts w:ascii="Times New Roman" w:hAnsi="Times New Roman"/>
          <w:sz w:val="28"/>
          <w:szCs w:val="28"/>
        </w:rPr>
        <w:t xml:space="preserve"> </w:t>
      </w:r>
      <w:r w:rsidRPr="006E1004">
        <w:rPr>
          <w:rStyle w:val="markedcontent"/>
          <w:rFonts w:ascii="Times New Roman" w:hAnsi="Times New Roman"/>
          <w:sz w:val="28"/>
          <w:szCs w:val="28"/>
        </w:rPr>
        <w:t xml:space="preserve">в </w:t>
      </w:r>
      <w:r>
        <w:rPr>
          <w:rStyle w:val="markedcontent"/>
          <w:rFonts w:ascii="Times New Roman" w:hAnsi="Times New Roman"/>
          <w:sz w:val="28"/>
          <w:szCs w:val="28"/>
        </w:rPr>
        <w:t>5</w:t>
      </w:r>
      <w:r w:rsidRPr="006E1004">
        <w:rPr>
          <w:rStyle w:val="markedcontent"/>
          <w:rFonts w:ascii="Times New Roman" w:hAnsi="Times New Roman"/>
          <w:sz w:val="28"/>
          <w:szCs w:val="28"/>
        </w:rPr>
        <w:t xml:space="preserve"> классе - </w:t>
      </w:r>
      <w:r w:rsidRPr="002A3B89">
        <w:rPr>
          <w:rStyle w:val="markedcontent"/>
          <w:rFonts w:ascii="Times New Roman" w:hAnsi="Times New Roman"/>
          <w:sz w:val="28"/>
          <w:szCs w:val="28"/>
        </w:rPr>
        <w:t>29 часов, в 6-7-8-9 классе - 30 часов.</w:t>
      </w:r>
    </w:p>
    <w:p w:rsidR="006C04FD" w:rsidRPr="009848FD" w:rsidRDefault="006C04FD" w:rsidP="00BC3498">
      <w:pPr>
        <w:spacing w:after="0" w:line="240" w:lineRule="auto"/>
        <w:ind w:firstLine="567"/>
        <w:jc w:val="both"/>
        <w:rPr>
          <w:rStyle w:val="markedcontent"/>
          <w:rFonts w:ascii="Times New Roman" w:hAnsi="Times New Roman"/>
          <w:sz w:val="28"/>
          <w:szCs w:val="28"/>
        </w:rPr>
      </w:pPr>
      <w:r w:rsidRPr="006E1004">
        <w:rPr>
          <w:rStyle w:val="markedcontent"/>
          <w:rFonts w:ascii="Times New Roman" w:hAnsi="Times New Roman"/>
          <w:sz w:val="28"/>
          <w:szCs w:val="28"/>
        </w:rPr>
        <w:t xml:space="preserve">Образовательная недельная нагрузка распределяется равномерно в течение учебной недели, </w:t>
      </w:r>
      <w:r w:rsidRPr="00171FE0">
        <w:rPr>
          <w:rStyle w:val="markedcontent"/>
          <w:rFonts w:ascii="Times New Roman" w:hAnsi="Times New Roman"/>
          <w:sz w:val="28"/>
          <w:szCs w:val="28"/>
        </w:rPr>
        <w:t xml:space="preserve">при этом </w:t>
      </w:r>
      <w:r w:rsidRPr="009848FD">
        <w:rPr>
          <w:rStyle w:val="markedcontent"/>
          <w:rFonts w:ascii="Times New Roman" w:hAnsi="Times New Roman"/>
          <w:sz w:val="28"/>
          <w:szCs w:val="28"/>
        </w:rPr>
        <w:t xml:space="preserve">строится таким образом, чтобы наибольший ее объем приходился на вторник и (или) среду. На эти дни </w:t>
      </w:r>
      <w:r w:rsidRPr="009848FD">
        <w:rPr>
          <w:rStyle w:val="markedcontent"/>
          <w:rFonts w:ascii="Times New Roman" w:hAnsi="Times New Roman"/>
          <w:sz w:val="28"/>
          <w:szCs w:val="28"/>
        </w:rPr>
        <w:br/>
        <w:t xml:space="preserve">в расписание уроков включаются предметы, соответствующие наивысшему баллу по шкале трудности либо со средним баллом и наименьшим баллом по шкале трудности, но в большем количестве, чем в остальные дни недели. </w:t>
      </w:r>
    </w:p>
    <w:p w:rsidR="006C04FD" w:rsidRPr="006E1004" w:rsidRDefault="006C04FD" w:rsidP="00022AB1">
      <w:pPr>
        <w:spacing w:after="0" w:line="276" w:lineRule="auto"/>
        <w:ind w:firstLine="567"/>
        <w:jc w:val="both"/>
        <w:rPr>
          <w:rStyle w:val="markedcontent"/>
          <w:rFonts w:ascii="Times New Roman" w:hAnsi="Times New Roman"/>
          <w:sz w:val="28"/>
          <w:szCs w:val="28"/>
        </w:rPr>
      </w:pPr>
      <w:r w:rsidRPr="006E1004">
        <w:rPr>
          <w:rStyle w:val="markedcontent"/>
          <w:rFonts w:ascii="Times New Roman" w:hAnsi="Times New Roman"/>
          <w:sz w:val="28"/>
          <w:szCs w:val="28"/>
        </w:rPr>
        <w:t xml:space="preserve">Изложение нового материала, контрольные работы проводятся на 2 - 4-х уроках в середине учебной недели. Продолжительность урока (академический час) составляет </w:t>
      </w:r>
      <w:r w:rsidRPr="00BA255F">
        <w:rPr>
          <w:rFonts w:ascii="Times New Roman" w:hAnsi="Times New Roman"/>
          <w:sz w:val="28"/>
          <w:szCs w:val="28"/>
        </w:rPr>
        <w:t>40</w:t>
      </w:r>
      <w:r>
        <w:rPr>
          <w:rStyle w:val="markedcontent"/>
          <w:rFonts w:ascii="Times New Roman" w:hAnsi="Times New Roman"/>
          <w:sz w:val="28"/>
          <w:szCs w:val="28"/>
        </w:rPr>
        <w:t xml:space="preserve"> минут</w:t>
      </w:r>
      <w:r w:rsidRPr="006E1004">
        <w:rPr>
          <w:rStyle w:val="markedcontent"/>
          <w:rFonts w:ascii="Times New Roman" w:hAnsi="Times New Roman"/>
          <w:sz w:val="28"/>
          <w:szCs w:val="28"/>
        </w:rPr>
        <w:t>.</w:t>
      </w:r>
    </w:p>
    <w:p w:rsidR="006C04FD" w:rsidRPr="006E1004" w:rsidRDefault="006C04FD" w:rsidP="00272057">
      <w:pPr>
        <w:pStyle w:val="Quote"/>
        <w:rPr>
          <w:rStyle w:val="markedcontent"/>
          <w:rFonts w:ascii="Times New Roman" w:hAnsi="Times New Roman"/>
          <w:sz w:val="28"/>
          <w:szCs w:val="28"/>
        </w:rPr>
      </w:pPr>
      <w:r w:rsidRPr="006E1004">
        <w:rPr>
          <w:rStyle w:val="markedcontent"/>
          <w:rFonts w:ascii="Times New Roman" w:hAnsi="Times New Roman"/>
          <w:sz w:val="28"/>
          <w:szCs w:val="28"/>
        </w:rPr>
        <w:t xml:space="preserve">Обучение осуществляется с соблюдением следующих дополнительных требований: </w:t>
      </w:r>
    </w:p>
    <w:p w:rsidR="006C04FD" w:rsidRPr="006E1004" w:rsidRDefault="006C04FD" w:rsidP="00022AB1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Style w:val="markedcontent"/>
          <w:rFonts w:ascii="Times New Roman" w:hAnsi="Times New Roman"/>
          <w:sz w:val="28"/>
          <w:szCs w:val="28"/>
        </w:rPr>
      </w:pPr>
      <w:r w:rsidRPr="006E1004">
        <w:rPr>
          <w:rStyle w:val="markedcontent"/>
          <w:rFonts w:ascii="Times New Roman" w:hAnsi="Times New Roman"/>
          <w:sz w:val="28"/>
          <w:szCs w:val="28"/>
        </w:rPr>
        <w:t xml:space="preserve">учебные занятия проводятся по 5-дневной учебной неделе и только </w:t>
      </w:r>
      <w:r>
        <w:rPr>
          <w:rStyle w:val="markedcontent"/>
          <w:rFonts w:ascii="Times New Roman" w:hAnsi="Times New Roman"/>
          <w:sz w:val="28"/>
          <w:szCs w:val="28"/>
        </w:rPr>
        <w:br/>
      </w:r>
      <w:r w:rsidRPr="006E1004">
        <w:rPr>
          <w:rStyle w:val="markedcontent"/>
          <w:rFonts w:ascii="Times New Roman" w:hAnsi="Times New Roman"/>
          <w:sz w:val="28"/>
          <w:szCs w:val="28"/>
        </w:rPr>
        <w:t>в первую смену;</w:t>
      </w:r>
    </w:p>
    <w:p w:rsidR="006C04FD" w:rsidRPr="006E1004" w:rsidRDefault="006C04FD" w:rsidP="00022AB1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Style w:val="markedcontent"/>
          <w:rFonts w:ascii="Times New Roman" w:hAnsi="Times New Roman"/>
          <w:sz w:val="28"/>
          <w:szCs w:val="28"/>
        </w:rPr>
      </w:pPr>
      <w:r>
        <w:rPr>
          <w:rStyle w:val="markedcontent"/>
          <w:rFonts w:ascii="Times New Roman" w:hAnsi="Times New Roman"/>
          <w:sz w:val="28"/>
          <w:szCs w:val="28"/>
        </w:rPr>
        <w:t>продолжительность одного урока – 40 минут;</w:t>
      </w:r>
    </w:p>
    <w:p w:rsidR="006C04FD" w:rsidRPr="00A44786" w:rsidRDefault="006C04FD" w:rsidP="00022AB1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Style w:val="markedcontent"/>
          <w:rFonts w:ascii="Times New Roman" w:hAnsi="Times New Roman"/>
          <w:sz w:val="28"/>
          <w:szCs w:val="28"/>
        </w:rPr>
      </w:pPr>
      <w:r>
        <w:rPr>
          <w:rStyle w:val="markedcontent"/>
          <w:rFonts w:ascii="Times New Roman" w:hAnsi="Times New Roman"/>
          <w:sz w:val="28"/>
          <w:szCs w:val="28"/>
        </w:rPr>
        <w:t>п</w:t>
      </w:r>
      <w:r w:rsidRPr="006E1004">
        <w:rPr>
          <w:rStyle w:val="markedcontent"/>
          <w:rFonts w:ascii="Times New Roman" w:hAnsi="Times New Roman"/>
          <w:sz w:val="28"/>
          <w:szCs w:val="28"/>
        </w:rPr>
        <w:t xml:space="preserve">родолжительность выполнения домашних заданий составляет </w:t>
      </w:r>
      <w:r w:rsidRPr="00A44786">
        <w:rPr>
          <w:rStyle w:val="markedcontent"/>
          <w:rFonts w:ascii="Times New Roman" w:hAnsi="Times New Roman"/>
          <w:sz w:val="28"/>
          <w:szCs w:val="28"/>
        </w:rPr>
        <w:t>в 5 классе - 2 ч., в 6-8 классах – 2,5 ч.. в 9 классе – 3,5 ч.</w:t>
      </w:r>
    </w:p>
    <w:p w:rsidR="006C04FD" w:rsidRPr="00284A7E" w:rsidRDefault="006C04FD" w:rsidP="00352DBF">
      <w:pPr>
        <w:spacing w:after="0" w:line="276" w:lineRule="auto"/>
        <w:ind w:firstLine="567"/>
        <w:jc w:val="both"/>
        <w:rPr>
          <w:rStyle w:val="markedcontent"/>
          <w:rFonts w:ascii="Times New Roman" w:hAnsi="Times New Roman"/>
          <w:sz w:val="28"/>
          <w:szCs w:val="28"/>
        </w:rPr>
      </w:pPr>
      <w:r w:rsidRPr="006E1004">
        <w:rPr>
          <w:rStyle w:val="markedcontent"/>
          <w:rFonts w:ascii="Times New Roman" w:hAnsi="Times New Roman"/>
          <w:sz w:val="28"/>
          <w:szCs w:val="28"/>
        </w:rPr>
        <w:t xml:space="preserve">С целью профилактики переутомления в календарном учебном графике предусматривается чередование периодов учебного времени, сессий и каникул.  </w:t>
      </w:r>
      <w:r w:rsidRPr="00520D9C">
        <w:rPr>
          <w:rStyle w:val="markedcontent"/>
          <w:rFonts w:ascii="Times New Roman" w:hAnsi="Times New Roman"/>
          <w:sz w:val="28"/>
          <w:szCs w:val="28"/>
        </w:rPr>
        <w:t xml:space="preserve">Продолжительность каникул составляет не менее </w:t>
      </w:r>
      <w:r>
        <w:rPr>
          <w:rStyle w:val="markedcontent"/>
          <w:rFonts w:ascii="Times New Roman" w:hAnsi="Times New Roman"/>
          <w:sz w:val="28"/>
          <w:szCs w:val="28"/>
        </w:rPr>
        <w:t>7</w:t>
      </w:r>
      <w:r w:rsidRPr="00284A7E">
        <w:rPr>
          <w:rStyle w:val="markedcontent"/>
          <w:rFonts w:ascii="Times New Roman" w:hAnsi="Times New Roman"/>
          <w:sz w:val="28"/>
          <w:szCs w:val="28"/>
        </w:rPr>
        <w:t xml:space="preserve"> календарных дней</w:t>
      </w:r>
      <w:r>
        <w:rPr>
          <w:rStyle w:val="markedcontent"/>
          <w:rFonts w:ascii="Times New Roman" w:hAnsi="Times New Roman"/>
          <w:sz w:val="28"/>
          <w:szCs w:val="28"/>
        </w:rPr>
        <w:t>.</w:t>
      </w:r>
    </w:p>
    <w:p w:rsidR="006C04FD" w:rsidRPr="006E1004" w:rsidRDefault="006C04FD" w:rsidP="00352DBF">
      <w:pPr>
        <w:spacing w:after="0" w:line="276" w:lineRule="auto"/>
        <w:ind w:firstLine="567"/>
        <w:jc w:val="both"/>
        <w:rPr>
          <w:rStyle w:val="markedcontent"/>
          <w:rFonts w:ascii="Times New Roman" w:hAnsi="Times New Roman"/>
          <w:sz w:val="28"/>
          <w:szCs w:val="28"/>
        </w:rPr>
      </w:pPr>
      <w:r w:rsidRPr="006E1004">
        <w:rPr>
          <w:rStyle w:val="markedcontent"/>
          <w:rFonts w:ascii="Times New Roman" w:hAnsi="Times New Roman"/>
          <w:sz w:val="28"/>
          <w:szCs w:val="28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:rsidR="006C04FD" w:rsidRDefault="006C04FD" w:rsidP="00022AB1">
      <w:pPr>
        <w:spacing w:after="0"/>
        <w:ind w:firstLine="567"/>
        <w:jc w:val="both"/>
        <w:rPr>
          <w:rStyle w:val="markedcontent"/>
          <w:rFonts w:ascii="Times New Roman" w:hAnsi="Times New Roman"/>
          <w:sz w:val="28"/>
          <w:szCs w:val="28"/>
        </w:rPr>
      </w:pPr>
      <w:r w:rsidRPr="000B54B4">
        <w:rPr>
          <w:rStyle w:val="markedcontent"/>
          <w:rFonts w:ascii="Times New Roman" w:hAnsi="Times New Roman"/>
          <w:sz w:val="28"/>
          <w:szCs w:val="28"/>
        </w:rPr>
        <w:t xml:space="preserve">Часть учебного плана, формируемая участниками образовательных отношений, обеспечивает реализацию индивидуальных потребностей обучающихся. </w:t>
      </w:r>
      <w:r w:rsidRPr="000B54B4">
        <w:rPr>
          <w:rFonts w:ascii="Times New Roman" w:hAnsi="Times New Roman"/>
          <w:sz w:val="28"/>
          <w:szCs w:val="28"/>
        </w:rPr>
        <w:t>Часть учебного плана, формируемая участниками образовательных отношений в 5 - 9 классах, исходя из особенностей построения учебного процесса, отводится на увеличение учебных часов, отводимых на изучение предметов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7E4A">
        <w:t xml:space="preserve"> </w:t>
      </w:r>
      <w:r w:rsidRPr="003D7E4A">
        <w:rPr>
          <w:rFonts w:ascii="Times New Roman" w:hAnsi="Times New Roman"/>
          <w:sz w:val="28"/>
          <w:szCs w:val="28"/>
        </w:rPr>
        <w:t>«математика» 5-9 кл</w:t>
      </w:r>
      <w:r>
        <w:rPr>
          <w:rFonts w:ascii="Times New Roman" w:hAnsi="Times New Roman"/>
          <w:sz w:val="28"/>
          <w:szCs w:val="28"/>
        </w:rPr>
        <w:t>ассах</w:t>
      </w:r>
      <w:r w:rsidRPr="003D7E4A">
        <w:rPr>
          <w:rFonts w:ascii="Times New Roman" w:hAnsi="Times New Roman"/>
          <w:sz w:val="28"/>
          <w:szCs w:val="28"/>
        </w:rPr>
        <w:t xml:space="preserve"> по 1 часу в каждом классе и «русский язык» по 1 часу в 5 и 6 классе.</w:t>
      </w:r>
    </w:p>
    <w:p w:rsidR="006C04FD" w:rsidRPr="00884E0B" w:rsidRDefault="006C04FD" w:rsidP="0037302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884E0B">
        <w:rPr>
          <w:rFonts w:ascii="Times New Roman" w:hAnsi="Times New Roman"/>
          <w:sz w:val="28"/>
          <w:szCs w:val="28"/>
        </w:rPr>
        <w:t>Обязательным элементом структуры учебного плана является</w:t>
      </w:r>
      <w:r w:rsidRPr="00884E0B">
        <w:rPr>
          <w:rFonts w:ascii="Times New Roman" w:hAnsi="Times New Roman"/>
          <w:b/>
          <w:sz w:val="28"/>
          <w:szCs w:val="28"/>
        </w:rPr>
        <w:t xml:space="preserve"> "Коррекционно-развивающая область",</w:t>
      </w:r>
      <w:r w:rsidRPr="00884E0B">
        <w:rPr>
          <w:rFonts w:ascii="Times New Roman" w:hAnsi="Times New Roman"/>
          <w:sz w:val="28"/>
          <w:szCs w:val="28"/>
        </w:rPr>
        <w:t xml:space="preserve"> реализующаяся через содержание коррекционных курсов. Содержание коррекционно-развивающей области учебного плана представлено коррекционными занятиями:</w:t>
      </w:r>
    </w:p>
    <w:p w:rsidR="006C04FD" w:rsidRPr="00884E0B" w:rsidRDefault="006C04FD" w:rsidP="0037302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884E0B">
        <w:rPr>
          <w:rFonts w:ascii="Times New Roman" w:hAnsi="Times New Roman"/>
          <w:sz w:val="28"/>
          <w:szCs w:val="28"/>
        </w:rPr>
        <w:t>-логопедические занятия 1 час в каждом классе</w:t>
      </w:r>
    </w:p>
    <w:p w:rsidR="006C04FD" w:rsidRPr="00884E0B" w:rsidRDefault="006C04FD" w:rsidP="0037302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884E0B">
        <w:rPr>
          <w:rFonts w:ascii="Times New Roman" w:hAnsi="Times New Roman"/>
          <w:sz w:val="28"/>
          <w:szCs w:val="28"/>
        </w:rPr>
        <w:t>- психокоррекционные занятия 3 часа в каждом классе</w:t>
      </w:r>
    </w:p>
    <w:p w:rsidR="006C04FD" w:rsidRPr="00884E0B" w:rsidRDefault="006C04FD" w:rsidP="0037302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884E0B">
        <w:rPr>
          <w:rFonts w:ascii="Times New Roman" w:hAnsi="Times New Roman"/>
          <w:sz w:val="28"/>
          <w:szCs w:val="28"/>
        </w:rPr>
        <w:t>-ритмика 1 час в каждом классе.</w:t>
      </w:r>
    </w:p>
    <w:p w:rsidR="006C04FD" w:rsidRPr="00343BDC" w:rsidRDefault="006C04FD" w:rsidP="0037302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43BDC">
        <w:rPr>
          <w:rFonts w:ascii="Times New Roman" w:hAnsi="Times New Roman"/>
          <w:sz w:val="28"/>
          <w:szCs w:val="28"/>
        </w:rPr>
        <w:t xml:space="preserve">Основные задачи реализации содержания: формирование учебной мотивации, стимуляция сенсорно-перцептивных, мнемических и интеллектуальных процессов. Гармонизация психоэмоционального состояния, формирование позитивного отношения к своему "Я", повышение уверенности в себе, развитие  самостоятельности, формирование навыков самоконтроля. Развитие способности к эмпатии, сопереживанию; формирование продуктивных видов взаимоотношений с окружающими (в семье, классе), повышение социального статуса ребенка в коллективе, формирование и развитие навыков социального поведения. Выбор коррекционных курсов и их количественное соотношение самостоятельно определяется организацией, исходя из психофизических особенностей, обучающихся с умственной отсталостью (интеллектуальными нарушениями), на основании рекомендаций ПМПК и ИПР инвалида. На реализацию коррекционно-развивающей области отводится 5 часов в неделю от общего количества часов, предусмотренных на внеурочную деятельность. Коррекционно-развивающие занятия проводятся в течение учебного дня и во внеурочное время в соответствие с санитарно-эпидемиологическими требованиями. </w:t>
      </w:r>
    </w:p>
    <w:p w:rsidR="006C04FD" w:rsidRPr="00343BDC" w:rsidRDefault="006C04FD" w:rsidP="00373028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343BDC">
        <w:rPr>
          <w:rFonts w:ascii="Times New Roman" w:hAnsi="Times New Roman"/>
          <w:sz w:val="28"/>
          <w:szCs w:val="28"/>
        </w:rPr>
        <w:t xml:space="preserve">Организация занятий по направлениям </w:t>
      </w:r>
      <w:r w:rsidRPr="00343BDC">
        <w:rPr>
          <w:rFonts w:ascii="Times New Roman" w:hAnsi="Times New Roman"/>
          <w:b/>
          <w:sz w:val="28"/>
          <w:szCs w:val="28"/>
        </w:rPr>
        <w:t>внеурочной деятельности:</w:t>
      </w:r>
    </w:p>
    <w:p w:rsidR="006C04FD" w:rsidRDefault="006C04FD" w:rsidP="00742A7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1.спортивно-оздоровительная деятельность</w:t>
      </w:r>
    </w:p>
    <w:p w:rsidR="006C04FD" w:rsidRDefault="006C04FD" w:rsidP="00742A7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2.проектная деятельность</w:t>
      </w:r>
    </w:p>
    <w:p w:rsidR="006C04FD" w:rsidRDefault="006C04FD" w:rsidP="00742A7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3.коммуникативная деятельность</w:t>
      </w:r>
    </w:p>
    <w:p w:rsidR="006C04FD" w:rsidRDefault="006C04FD" w:rsidP="00742A7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4.художественно-эстетическая деятельность</w:t>
      </w:r>
    </w:p>
    <w:p w:rsidR="006C04FD" w:rsidRDefault="006C04FD" w:rsidP="00742A7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5.информационная культура</w:t>
      </w:r>
    </w:p>
    <w:p w:rsidR="006C04FD" w:rsidRDefault="006C04FD" w:rsidP="00742A7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6.Учение с увлечением</w:t>
      </w:r>
    </w:p>
    <w:p w:rsidR="006C04FD" w:rsidRDefault="006C04FD" w:rsidP="00742A7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7.Марафон знаний</w:t>
      </w:r>
    </w:p>
    <w:p w:rsidR="006C04FD" w:rsidRDefault="006C04FD" w:rsidP="00742A7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8.деятельность по развитию навыков самообслуживания и независимости в быту</w:t>
      </w:r>
    </w:p>
    <w:p w:rsidR="006C04FD" w:rsidRPr="00742A78" w:rsidRDefault="006C04FD" w:rsidP="00742A7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9.Разговоры о важном</w:t>
      </w:r>
      <w:r w:rsidRPr="00D61174">
        <w:rPr>
          <w:rFonts w:ascii="Times New Roman" w:hAnsi="Times New Roman"/>
          <w:sz w:val="28"/>
          <w:szCs w:val="28"/>
          <w:highlight w:val="yellow"/>
        </w:rPr>
        <w:t xml:space="preserve"> </w:t>
      </w:r>
    </w:p>
    <w:p w:rsidR="006C04FD" w:rsidRDefault="006C04FD" w:rsidP="0037302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90511">
        <w:rPr>
          <w:rFonts w:ascii="Times New Roman" w:hAnsi="Times New Roman"/>
          <w:sz w:val="28"/>
          <w:szCs w:val="28"/>
        </w:rPr>
        <w:t xml:space="preserve">Количество часов на реализацию внеурочной деятельности распределяются по 0,5 часов, «Разговоры о важном» - 1 час. Таким образом, занятия по каждому направлению (кроме «Разговоры о важном») </w:t>
      </w:r>
      <w:r>
        <w:rPr>
          <w:rFonts w:ascii="Times New Roman" w:hAnsi="Times New Roman"/>
          <w:sz w:val="28"/>
          <w:szCs w:val="28"/>
        </w:rPr>
        <w:t>реализую</w:t>
      </w:r>
      <w:r w:rsidRPr="00D86F92">
        <w:rPr>
          <w:rFonts w:ascii="Times New Roman" w:hAnsi="Times New Roman"/>
          <w:sz w:val="28"/>
          <w:szCs w:val="28"/>
        </w:rPr>
        <w:t xml:space="preserve">тся </w:t>
      </w:r>
      <w:r w:rsidRPr="00A90511">
        <w:rPr>
          <w:rFonts w:ascii="Times New Roman" w:hAnsi="Times New Roman"/>
          <w:sz w:val="28"/>
          <w:szCs w:val="28"/>
        </w:rPr>
        <w:t>по 17  часов в год.</w:t>
      </w: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51"/>
        <w:gridCol w:w="4889"/>
        <w:gridCol w:w="1440"/>
        <w:gridCol w:w="2104"/>
      </w:tblGrid>
      <w:tr w:rsidR="006C04FD" w:rsidTr="00D86F92">
        <w:trPr>
          <w:trHeight w:val="345"/>
        </w:trPr>
        <w:tc>
          <w:tcPr>
            <w:tcW w:w="1051" w:type="dxa"/>
          </w:tcPr>
          <w:p w:rsidR="006C04FD" w:rsidRDefault="006C04FD">
            <w:pPr>
              <w:spacing w:line="256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4889" w:type="dxa"/>
          </w:tcPr>
          <w:p w:rsidR="006C04FD" w:rsidRDefault="006C04FD">
            <w:pPr>
              <w:spacing w:line="256" w:lineRule="auto"/>
              <w:rPr>
                <w:rFonts w:ascii="Times New Roman" w:hAnsi="Times New Roman"/>
                <w:color w:val="FF66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Направления внеурочной деятельности</w:t>
            </w:r>
          </w:p>
        </w:tc>
        <w:tc>
          <w:tcPr>
            <w:tcW w:w="1440" w:type="dxa"/>
          </w:tcPr>
          <w:p w:rsidR="006C04FD" w:rsidRDefault="006C04FD">
            <w:pPr>
              <w:spacing w:line="25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Кол-во часов в год</w:t>
            </w:r>
          </w:p>
        </w:tc>
        <w:tc>
          <w:tcPr>
            <w:tcW w:w="2104" w:type="dxa"/>
          </w:tcPr>
          <w:p w:rsidR="006C04FD" w:rsidRDefault="006C04FD">
            <w:pPr>
              <w:spacing w:line="25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 реализации</w:t>
            </w:r>
          </w:p>
        </w:tc>
      </w:tr>
      <w:tr w:rsidR="006C04FD" w:rsidTr="00D86F92">
        <w:trPr>
          <w:trHeight w:val="360"/>
        </w:trPr>
        <w:tc>
          <w:tcPr>
            <w:tcW w:w="1051" w:type="dxa"/>
          </w:tcPr>
          <w:p w:rsidR="006C04FD" w:rsidRDefault="006C04FD">
            <w:pPr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889" w:type="dxa"/>
          </w:tcPr>
          <w:p w:rsidR="006C04FD" w:rsidRDefault="006C04FD">
            <w:pPr>
              <w:spacing w:line="256" w:lineRule="auto"/>
              <w:jc w:val="both"/>
              <w:rPr>
                <w:rFonts w:ascii="Times New Roman" w:hAnsi="Times New Roman"/>
                <w:color w:val="FF66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Спортивно-оздоровительная деятельность</w:t>
            </w:r>
          </w:p>
        </w:tc>
        <w:tc>
          <w:tcPr>
            <w:tcW w:w="1440" w:type="dxa"/>
          </w:tcPr>
          <w:p w:rsidR="006C04FD" w:rsidRDefault="006C04FD">
            <w:pPr>
              <w:spacing w:line="256" w:lineRule="auto"/>
              <w:ind w:left="20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17</w:t>
            </w:r>
          </w:p>
        </w:tc>
        <w:tc>
          <w:tcPr>
            <w:tcW w:w="2104" w:type="dxa"/>
          </w:tcPr>
          <w:p w:rsidR="006C04FD" w:rsidRDefault="006C04FD">
            <w:pPr>
              <w:spacing w:line="256" w:lineRule="auto"/>
              <w:jc w:val="both"/>
              <w:rPr>
                <w:rFonts w:ascii="Times New Roman" w:hAnsi="Times New Roman"/>
                <w:color w:val="FF66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Второе полугодие</w:t>
            </w:r>
          </w:p>
        </w:tc>
      </w:tr>
      <w:tr w:rsidR="006C04FD" w:rsidTr="00D86F92">
        <w:trPr>
          <w:trHeight w:val="570"/>
        </w:trPr>
        <w:tc>
          <w:tcPr>
            <w:tcW w:w="1051" w:type="dxa"/>
          </w:tcPr>
          <w:p w:rsidR="006C04FD" w:rsidRDefault="006C04FD">
            <w:pPr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889" w:type="dxa"/>
          </w:tcPr>
          <w:p w:rsidR="006C04FD" w:rsidRDefault="006C04FD">
            <w:pPr>
              <w:spacing w:line="256" w:lineRule="auto"/>
              <w:jc w:val="both"/>
              <w:rPr>
                <w:rFonts w:ascii="Times New Roman" w:hAnsi="Times New Roman"/>
                <w:color w:val="FF66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Проектная деятельность</w:t>
            </w:r>
          </w:p>
        </w:tc>
        <w:tc>
          <w:tcPr>
            <w:tcW w:w="1440" w:type="dxa"/>
          </w:tcPr>
          <w:p w:rsidR="006C04FD" w:rsidRDefault="006C04FD">
            <w:pPr>
              <w:spacing w:line="256" w:lineRule="auto"/>
              <w:ind w:left="20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17</w:t>
            </w:r>
          </w:p>
        </w:tc>
        <w:tc>
          <w:tcPr>
            <w:tcW w:w="2104" w:type="dxa"/>
          </w:tcPr>
          <w:p w:rsidR="006C04FD" w:rsidRDefault="006C04FD">
            <w:pPr>
              <w:spacing w:line="25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Второе полугодие</w:t>
            </w:r>
          </w:p>
        </w:tc>
      </w:tr>
      <w:tr w:rsidR="006C04FD" w:rsidTr="00D86F92">
        <w:trPr>
          <w:trHeight w:val="345"/>
        </w:trPr>
        <w:tc>
          <w:tcPr>
            <w:tcW w:w="1051" w:type="dxa"/>
          </w:tcPr>
          <w:p w:rsidR="006C04FD" w:rsidRDefault="006C04FD">
            <w:pPr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889" w:type="dxa"/>
          </w:tcPr>
          <w:p w:rsidR="006C04FD" w:rsidRDefault="006C04F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Коммуникативная деятельность</w:t>
            </w:r>
          </w:p>
          <w:p w:rsidR="006C04FD" w:rsidRDefault="006C04FD">
            <w:pPr>
              <w:spacing w:line="256" w:lineRule="auto"/>
              <w:ind w:left="207"/>
              <w:jc w:val="both"/>
              <w:rPr>
                <w:rFonts w:ascii="Times New Roman" w:hAnsi="Times New Roman"/>
                <w:color w:val="FF6600"/>
                <w:sz w:val="28"/>
                <w:szCs w:val="28"/>
              </w:rPr>
            </w:pPr>
          </w:p>
        </w:tc>
        <w:tc>
          <w:tcPr>
            <w:tcW w:w="1440" w:type="dxa"/>
          </w:tcPr>
          <w:p w:rsidR="006C04FD" w:rsidRDefault="006C04FD">
            <w:pPr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2104" w:type="dxa"/>
          </w:tcPr>
          <w:p w:rsidR="006C04FD" w:rsidRDefault="006C04FD">
            <w:pPr>
              <w:spacing w:line="25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Первое полугодие</w:t>
            </w:r>
          </w:p>
        </w:tc>
      </w:tr>
      <w:tr w:rsidR="006C04FD" w:rsidTr="00D86F92">
        <w:trPr>
          <w:trHeight w:val="465"/>
        </w:trPr>
        <w:tc>
          <w:tcPr>
            <w:tcW w:w="1051" w:type="dxa"/>
          </w:tcPr>
          <w:p w:rsidR="006C04FD" w:rsidRDefault="006C04FD">
            <w:pPr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889" w:type="dxa"/>
          </w:tcPr>
          <w:p w:rsidR="006C04FD" w:rsidRDefault="006C04FD">
            <w:pPr>
              <w:spacing w:line="256" w:lineRule="auto"/>
              <w:jc w:val="both"/>
              <w:rPr>
                <w:rFonts w:ascii="Times New Roman" w:hAnsi="Times New Roman"/>
                <w:color w:val="FF66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Художественно-эстетическая деятельность</w:t>
            </w:r>
          </w:p>
        </w:tc>
        <w:tc>
          <w:tcPr>
            <w:tcW w:w="1440" w:type="dxa"/>
          </w:tcPr>
          <w:p w:rsidR="006C04FD" w:rsidRDefault="006C04FD">
            <w:pPr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2104" w:type="dxa"/>
          </w:tcPr>
          <w:p w:rsidR="006C04FD" w:rsidRDefault="006C04FD">
            <w:pPr>
              <w:spacing w:line="256" w:lineRule="auto"/>
              <w:jc w:val="both"/>
              <w:rPr>
                <w:rFonts w:ascii="Times New Roman" w:hAnsi="Times New Roman"/>
                <w:color w:val="FF66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Второе полугодие</w:t>
            </w:r>
          </w:p>
        </w:tc>
      </w:tr>
      <w:tr w:rsidR="006C04FD" w:rsidTr="00D86F92">
        <w:trPr>
          <w:trHeight w:val="390"/>
        </w:trPr>
        <w:tc>
          <w:tcPr>
            <w:tcW w:w="1051" w:type="dxa"/>
          </w:tcPr>
          <w:p w:rsidR="006C04FD" w:rsidRDefault="006C04FD">
            <w:pPr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889" w:type="dxa"/>
          </w:tcPr>
          <w:p w:rsidR="006C04FD" w:rsidRDefault="006C04FD">
            <w:pPr>
              <w:spacing w:line="256" w:lineRule="auto"/>
              <w:jc w:val="both"/>
              <w:rPr>
                <w:rFonts w:ascii="Times New Roman" w:hAnsi="Times New Roman"/>
                <w:color w:val="FF66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Информационная культура</w:t>
            </w:r>
          </w:p>
        </w:tc>
        <w:tc>
          <w:tcPr>
            <w:tcW w:w="1440" w:type="dxa"/>
          </w:tcPr>
          <w:p w:rsidR="006C04FD" w:rsidRDefault="006C04FD">
            <w:pPr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2104" w:type="dxa"/>
          </w:tcPr>
          <w:p w:rsidR="006C04FD" w:rsidRDefault="006C04FD">
            <w:pPr>
              <w:spacing w:line="256" w:lineRule="auto"/>
              <w:jc w:val="both"/>
              <w:rPr>
                <w:rFonts w:ascii="Times New Roman" w:hAnsi="Times New Roman"/>
                <w:color w:val="FF66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Первое полугодие</w:t>
            </w:r>
          </w:p>
        </w:tc>
      </w:tr>
      <w:tr w:rsidR="006C04FD" w:rsidTr="00D86F92">
        <w:trPr>
          <w:trHeight w:val="405"/>
        </w:trPr>
        <w:tc>
          <w:tcPr>
            <w:tcW w:w="1051" w:type="dxa"/>
          </w:tcPr>
          <w:p w:rsidR="006C04FD" w:rsidRDefault="006C04FD">
            <w:pPr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889" w:type="dxa"/>
          </w:tcPr>
          <w:p w:rsidR="006C04FD" w:rsidRDefault="006C04FD">
            <w:pPr>
              <w:spacing w:line="256" w:lineRule="auto"/>
              <w:jc w:val="both"/>
              <w:rPr>
                <w:rFonts w:ascii="Times New Roman" w:hAnsi="Times New Roman"/>
                <w:color w:val="FF66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Учение с увлечением</w:t>
            </w:r>
          </w:p>
        </w:tc>
        <w:tc>
          <w:tcPr>
            <w:tcW w:w="1440" w:type="dxa"/>
          </w:tcPr>
          <w:p w:rsidR="006C04FD" w:rsidRDefault="006C04FD">
            <w:pPr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2104" w:type="dxa"/>
          </w:tcPr>
          <w:p w:rsidR="006C04FD" w:rsidRDefault="006C04FD">
            <w:pPr>
              <w:spacing w:line="256" w:lineRule="auto"/>
              <w:jc w:val="both"/>
              <w:rPr>
                <w:rFonts w:ascii="Times New Roman" w:hAnsi="Times New Roman"/>
                <w:color w:val="FF66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Первое полугодие</w:t>
            </w:r>
          </w:p>
        </w:tc>
      </w:tr>
      <w:tr w:rsidR="006C04FD" w:rsidTr="00D86F92">
        <w:trPr>
          <w:trHeight w:val="435"/>
        </w:trPr>
        <w:tc>
          <w:tcPr>
            <w:tcW w:w="1051" w:type="dxa"/>
          </w:tcPr>
          <w:p w:rsidR="006C04FD" w:rsidRDefault="006C04FD">
            <w:pPr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889" w:type="dxa"/>
          </w:tcPr>
          <w:p w:rsidR="006C04FD" w:rsidRDefault="006C04F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Марафон знаний</w:t>
            </w:r>
          </w:p>
          <w:p w:rsidR="006C04FD" w:rsidRDefault="006C04FD">
            <w:pPr>
              <w:spacing w:line="256" w:lineRule="auto"/>
              <w:ind w:left="207"/>
              <w:jc w:val="both"/>
              <w:rPr>
                <w:rFonts w:ascii="Times New Roman" w:hAnsi="Times New Roman"/>
                <w:color w:val="FF6600"/>
                <w:sz w:val="28"/>
                <w:szCs w:val="28"/>
              </w:rPr>
            </w:pPr>
          </w:p>
        </w:tc>
        <w:tc>
          <w:tcPr>
            <w:tcW w:w="1440" w:type="dxa"/>
          </w:tcPr>
          <w:p w:rsidR="006C04FD" w:rsidRDefault="006C04FD">
            <w:pPr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2104" w:type="dxa"/>
          </w:tcPr>
          <w:p w:rsidR="006C04FD" w:rsidRDefault="006C04FD">
            <w:pPr>
              <w:spacing w:line="256" w:lineRule="auto"/>
              <w:jc w:val="both"/>
              <w:rPr>
                <w:rFonts w:ascii="Times New Roman" w:hAnsi="Times New Roman"/>
                <w:color w:val="FF66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Второе полугодие</w:t>
            </w:r>
          </w:p>
        </w:tc>
      </w:tr>
      <w:tr w:rsidR="006C04FD" w:rsidTr="00D86F92">
        <w:trPr>
          <w:trHeight w:val="465"/>
        </w:trPr>
        <w:tc>
          <w:tcPr>
            <w:tcW w:w="1051" w:type="dxa"/>
          </w:tcPr>
          <w:p w:rsidR="006C04FD" w:rsidRDefault="006C04FD">
            <w:pPr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889" w:type="dxa"/>
          </w:tcPr>
          <w:p w:rsidR="006C04FD" w:rsidRDefault="006C04F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Деятельность по развитию навыков самообслуживания и независимости в быту.</w:t>
            </w:r>
          </w:p>
          <w:p w:rsidR="006C04FD" w:rsidRDefault="006C04FD">
            <w:pPr>
              <w:spacing w:line="256" w:lineRule="auto"/>
              <w:ind w:left="207"/>
              <w:jc w:val="both"/>
              <w:rPr>
                <w:rFonts w:ascii="Times New Roman" w:hAnsi="Times New Roman"/>
                <w:color w:val="FF6600"/>
                <w:sz w:val="28"/>
                <w:szCs w:val="28"/>
              </w:rPr>
            </w:pPr>
          </w:p>
        </w:tc>
        <w:tc>
          <w:tcPr>
            <w:tcW w:w="1440" w:type="dxa"/>
          </w:tcPr>
          <w:p w:rsidR="006C04FD" w:rsidRDefault="006C04FD">
            <w:pPr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2104" w:type="dxa"/>
          </w:tcPr>
          <w:p w:rsidR="006C04FD" w:rsidRDefault="006C04FD">
            <w:pPr>
              <w:spacing w:line="256" w:lineRule="auto"/>
              <w:jc w:val="both"/>
              <w:rPr>
                <w:rFonts w:ascii="Times New Roman" w:hAnsi="Times New Roman"/>
                <w:color w:val="FF66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Первое полугодие</w:t>
            </w:r>
          </w:p>
        </w:tc>
      </w:tr>
      <w:tr w:rsidR="006C04FD" w:rsidTr="00D86F92">
        <w:trPr>
          <w:trHeight w:val="509"/>
        </w:trPr>
        <w:tc>
          <w:tcPr>
            <w:tcW w:w="1051" w:type="dxa"/>
          </w:tcPr>
          <w:p w:rsidR="006C04FD" w:rsidRDefault="006C04FD">
            <w:pPr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889" w:type="dxa"/>
          </w:tcPr>
          <w:p w:rsidR="006C04FD" w:rsidRDefault="006C04FD">
            <w:pPr>
              <w:spacing w:line="256" w:lineRule="auto"/>
              <w:jc w:val="both"/>
              <w:rPr>
                <w:rFonts w:ascii="Times New Roman" w:hAnsi="Times New Roman"/>
                <w:color w:val="FF66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Разговоры о важном.</w:t>
            </w:r>
          </w:p>
        </w:tc>
        <w:tc>
          <w:tcPr>
            <w:tcW w:w="1440" w:type="dxa"/>
          </w:tcPr>
          <w:p w:rsidR="006C04FD" w:rsidRDefault="006C04FD">
            <w:pPr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2104" w:type="dxa"/>
          </w:tcPr>
          <w:p w:rsidR="006C04FD" w:rsidRDefault="006C04FD">
            <w:pPr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течение учебного года</w:t>
            </w:r>
          </w:p>
        </w:tc>
      </w:tr>
    </w:tbl>
    <w:p w:rsidR="006C04FD" w:rsidRDefault="006C04FD" w:rsidP="00373028">
      <w:pPr>
        <w:spacing w:after="0"/>
        <w:ind w:firstLine="567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C04FD" w:rsidRPr="00D61174" w:rsidRDefault="006C04FD" w:rsidP="00373028">
      <w:pPr>
        <w:spacing w:after="0"/>
        <w:ind w:firstLine="567"/>
        <w:jc w:val="both"/>
        <w:rPr>
          <w:rStyle w:val="markedcontent"/>
          <w:rFonts w:ascii="Times New Roman" w:hAnsi="Times New Roman"/>
          <w:color w:val="0000FF"/>
          <w:sz w:val="28"/>
          <w:szCs w:val="28"/>
        </w:rPr>
      </w:pPr>
      <w:r w:rsidRPr="00343BDC">
        <w:rPr>
          <w:rFonts w:ascii="Times New Roman" w:hAnsi="Times New Roman"/>
          <w:sz w:val="28"/>
          <w:szCs w:val="28"/>
        </w:rPr>
        <w:t>Организация занятий по направлениям внеурочной деятельности является неотъемлемой частью образовательной деятельности. Всего на внеурочную деятельность отводится 5 часов в неделю. Внеурочная деятельность обучающихся реализуется путём интегрирования урочной и внеурочной образовательной деятельности. При планировании внеурочной деятельности учитывается необходимость двигательной активности в течение образовательной деятельности обучающихся.</w:t>
      </w:r>
    </w:p>
    <w:p w:rsidR="006C04FD" w:rsidRPr="006E1004" w:rsidRDefault="006C04FD" w:rsidP="00022AB1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E1004">
        <w:rPr>
          <w:rStyle w:val="markedcontent"/>
          <w:rFonts w:ascii="Times New Roman" w:hAnsi="Times New Roman"/>
          <w:sz w:val="28"/>
          <w:szCs w:val="28"/>
        </w:rPr>
        <w:t xml:space="preserve">В </w:t>
      </w:r>
      <w:r>
        <w:rPr>
          <w:rStyle w:val="markedcontent"/>
          <w:rFonts w:ascii="Times New Roman" w:hAnsi="Times New Roman"/>
          <w:sz w:val="28"/>
          <w:szCs w:val="28"/>
        </w:rPr>
        <w:t xml:space="preserve">школе </w:t>
      </w:r>
      <w:r w:rsidRPr="006E1004">
        <w:rPr>
          <w:rStyle w:val="markedcontent"/>
          <w:rFonts w:ascii="Times New Roman" w:hAnsi="Times New Roman"/>
          <w:sz w:val="28"/>
          <w:szCs w:val="28"/>
        </w:rPr>
        <w:t>языком об</w:t>
      </w:r>
      <w:r>
        <w:rPr>
          <w:rStyle w:val="markedcontent"/>
          <w:rFonts w:ascii="Times New Roman" w:hAnsi="Times New Roman"/>
          <w:sz w:val="28"/>
          <w:szCs w:val="28"/>
        </w:rPr>
        <w:t>учения</w:t>
      </w:r>
      <w:r w:rsidRPr="006E1004">
        <w:rPr>
          <w:rStyle w:val="markedcontent"/>
          <w:rFonts w:ascii="Times New Roman" w:hAnsi="Times New Roman"/>
          <w:sz w:val="28"/>
          <w:szCs w:val="28"/>
        </w:rPr>
        <w:t xml:space="preserve"> является </w:t>
      </w:r>
      <w:r>
        <w:rPr>
          <w:rFonts w:ascii="Times New Roman" w:hAnsi="Times New Roman"/>
          <w:sz w:val="28"/>
          <w:szCs w:val="28"/>
        </w:rPr>
        <w:t xml:space="preserve">русский </w:t>
      </w:r>
      <w:r w:rsidRPr="006E1004">
        <w:rPr>
          <w:rFonts w:ascii="Times New Roman" w:hAnsi="Times New Roman"/>
          <w:sz w:val="28"/>
          <w:szCs w:val="28"/>
        </w:rPr>
        <w:t>язык.</w:t>
      </w:r>
    </w:p>
    <w:p w:rsidR="006C04FD" w:rsidRPr="006E1004" w:rsidRDefault="006C04FD" w:rsidP="00022AB1">
      <w:pPr>
        <w:spacing w:after="0"/>
        <w:ind w:firstLine="567"/>
        <w:jc w:val="both"/>
        <w:rPr>
          <w:rStyle w:val="markedcontent"/>
          <w:rFonts w:ascii="Times New Roman" w:hAnsi="Times New Roman"/>
          <w:sz w:val="28"/>
          <w:szCs w:val="28"/>
        </w:rPr>
      </w:pPr>
      <w:r w:rsidRPr="006E1004">
        <w:rPr>
          <w:rStyle w:val="markedcontent"/>
          <w:rFonts w:ascii="Times New Roman" w:hAnsi="Times New Roman"/>
          <w:sz w:val="28"/>
          <w:szCs w:val="28"/>
        </w:rPr>
        <w:t>Промежуточная аттестация – процедура, проводимая с целью оценки качества освоения обучающимися части содержания (четвертное оценивание) или всего объема учебной дисциплины за учебный год (годовое оценивание).</w:t>
      </w:r>
    </w:p>
    <w:p w:rsidR="006C04FD" w:rsidRPr="006E1004" w:rsidRDefault="006C04FD" w:rsidP="00022AB1">
      <w:pPr>
        <w:spacing w:after="0"/>
        <w:ind w:firstLine="567"/>
        <w:jc w:val="both"/>
        <w:rPr>
          <w:rStyle w:val="markedcontent"/>
          <w:rFonts w:ascii="Times New Roman" w:hAnsi="Times New Roman"/>
          <w:sz w:val="28"/>
          <w:szCs w:val="28"/>
        </w:rPr>
      </w:pPr>
      <w:r w:rsidRPr="006E1004">
        <w:rPr>
          <w:rStyle w:val="markedcontent"/>
          <w:rFonts w:ascii="Times New Roman" w:hAnsi="Times New Roman"/>
          <w:sz w:val="28"/>
          <w:szCs w:val="28"/>
        </w:rPr>
        <w:t>Промежуточная/годовая аттестация обучающихся за четверть осуществляется в соответствии с календарным учебным графиком.</w:t>
      </w:r>
    </w:p>
    <w:p w:rsidR="006C04FD" w:rsidRPr="00655BC8" w:rsidRDefault="006C04FD" w:rsidP="00022AB1">
      <w:pPr>
        <w:spacing w:after="0"/>
        <w:ind w:firstLine="567"/>
        <w:jc w:val="both"/>
        <w:rPr>
          <w:rStyle w:val="markedcontent"/>
          <w:rFonts w:ascii="Times New Roman" w:hAnsi="Times New Roman"/>
          <w:color w:val="FF0000"/>
          <w:sz w:val="28"/>
          <w:szCs w:val="28"/>
        </w:rPr>
      </w:pPr>
      <w:r w:rsidRPr="006E1004">
        <w:rPr>
          <w:rStyle w:val="markedcontent"/>
          <w:rFonts w:ascii="Times New Roman" w:hAnsi="Times New Roman"/>
          <w:sz w:val="28"/>
          <w:szCs w:val="28"/>
        </w:rPr>
        <w:t>Все предметы обязательной части</w:t>
      </w:r>
      <w:r>
        <w:rPr>
          <w:rStyle w:val="markedcontent"/>
          <w:rFonts w:ascii="Times New Roman" w:hAnsi="Times New Roman"/>
          <w:sz w:val="28"/>
          <w:szCs w:val="28"/>
        </w:rPr>
        <w:t xml:space="preserve"> и части, </w:t>
      </w:r>
      <w:r w:rsidRPr="00A92197">
        <w:rPr>
          <w:rStyle w:val="markedcontent"/>
          <w:rFonts w:ascii="Times New Roman" w:hAnsi="Times New Roman"/>
          <w:sz w:val="28"/>
          <w:szCs w:val="28"/>
        </w:rPr>
        <w:t xml:space="preserve">формируемой участниками образовательных отношений  </w:t>
      </w:r>
      <w:r w:rsidRPr="006E1004">
        <w:rPr>
          <w:rStyle w:val="markedcontent"/>
          <w:rFonts w:ascii="Times New Roman" w:hAnsi="Times New Roman"/>
          <w:sz w:val="28"/>
          <w:szCs w:val="28"/>
        </w:rPr>
        <w:t xml:space="preserve">учебного плана оцениваются по четвертям. </w:t>
      </w:r>
    </w:p>
    <w:p w:rsidR="006C04FD" w:rsidRPr="006E1004" w:rsidRDefault="006C04FD" w:rsidP="00022AB1">
      <w:pPr>
        <w:spacing w:after="0"/>
        <w:ind w:firstLine="567"/>
        <w:jc w:val="both"/>
        <w:rPr>
          <w:rStyle w:val="markedcontent"/>
          <w:rFonts w:ascii="Times New Roman" w:hAnsi="Times New Roman"/>
          <w:sz w:val="28"/>
          <w:szCs w:val="28"/>
        </w:rPr>
      </w:pPr>
      <w:r w:rsidRPr="006E1004">
        <w:rPr>
          <w:rStyle w:val="markedcontent"/>
          <w:rFonts w:ascii="Times New Roman" w:hAnsi="Times New Roman"/>
          <w:sz w:val="28"/>
          <w:szCs w:val="28"/>
        </w:rPr>
        <w:t xml:space="preserve">Промежуточная аттестация проходит на последней учебной неделе четверти. Формы и порядок проведения промежуточной аттестации определяются </w:t>
      </w:r>
      <w:r w:rsidRPr="00A92197">
        <w:rPr>
          <w:rStyle w:val="markedcontent"/>
          <w:rFonts w:ascii="Times New Roman" w:hAnsi="Times New Roman"/>
          <w:sz w:val="28"/>
          <w:szCs w:val="28"/>
        </w:rPr>
        <w:t>«Положением о формах, периодичности и порядке</w:t>
      </w:r>
      <w:r w:rsidRPr="00A92197">
        <w:rPr>
          <w:rStyle w:val="markedcontent"/>
          <w:rFonts w:ascii="Times New Roman" w:hAnsi="Times New Roman"/>
          <w:sz w:val="28"/>
          <w:szCs w:val="28"/>
        </w:rPr>
        <w:br/>
        <w:t xml:space="preserve">текущего контроля успеваемости и промежуточной аттестации обучающихся </w:t>
      </w:r>
      <w:r>
        <w:rPr>
          <w:rStyle w:val="markedcontent"/>
          <w:rFonts w:ascii="Times New Roman" w:hAnsi="Times New Roman"/>
          <w:sz w:val="28"/>
          <w:szCs w:val="28"/>
        </w:rPr>
        <w:t>КГБОУ «Тинская школа-интернат»</w:t>
      </w:r>
      <w:r w:rsidRPr="00A92197">
        <w:rPr>
          <w:rStyle w:val="markedcontent"/>
          <w:rFonts w:ascii="Times New Roman" w:hAnsi="Times New Roman"/>
          <w:sz w:val="28"/>
          <w:szCs w:val="28"/>
        </w:rPr>
        <w:t>.</w:t>
      </w:r>
      <w:r w:rsidRPr="006E1004">
        <w:rPr>
          <w:rStyle w:val="markedcontent"/>
          <w:rFonts w:ascii="Times New Roman" w:hAnsi="Times New Roman"/>
          <w:sz w:val="28"/>
          <w:szCs w:val="28"/>
        </w:rPr>
        <w:t xml:space="preserve"> </w:t>
      </w:r>
    </w:p>
    <w:p w:rsidR="006C04FD" w:rsidRDefault="006C04FD" w:rsidP="00272057">
      <w:pPr>
        <w:spacing w:after="0"/>
        <w:ind w:firstLine="567"/>
        <w:jc w:val="both"/>
        <w:rPr>
          <w:rStyle w:val="markedcontent"/>
          <w:rFonts w:ascii="Times New Roman" w:hAnsi="Times New Roman"/>
          <w:sz w:val="28"/>
          <w:szCs w:val="28"/>
        </w:rPr>
      </w:pPr>
      <w:r w:rsidRPr="006569A4">
        <w:rPr>
          <w:rStyle w:val="markedcontent"/>
          <w:rFonts w:ascii="Times New Roman" w:hAnsi="Times New Roman"/>
          <w:sz w:val="28"/>
          <w:szCs w:val="28"/>
        </w:rPr>
        <w:t xml:space="preserve">Освоение адаптированной основной </w:t>
      </w:r>
      <w:r>
        <w:rPr>
          <w:rStyle w:val="markedcontent"/>
          <w:rFonts w:ascii="Times New Roman" w:hAnsi="Times New Roman"/>
          <w:sz w:val="28"/>
          <w:szCs w:val="28"/>
        </w:rPr>
        <w:t>обще</w:t>
      </w:r>
      <w:r w:rsidRPr="006569A4">
        <w:rPr>
          <w:rStyle w:val="markedcontent"/>
          <w:rFonts w:ascii="Times New Roman" w:hAnsi="Times New Roman"/>
          <w:sz w:val="28"/>
          <w:szCs w:val="28"/>
        </w:rPr>
        <w:t xml:space="preserve">образовательной программы </w:t>
      </w:r>
      <w:r w:rsidRPr="006569A4">
        <w:rPr>
          <w:rFonts w:ascii="Times New Roman" w:hAnsi="Times New Roman"/>
          <w:sz w:val="28"/>
          <w:szCs w:val="28"/>
        </w:rPr>
        <w:t>школы</w:t>
      </w:r>
      <w:r w:rsidRPr="00272057">
        <w:rPr>
          <w:rStyle w:val="markedcontent"/>
          <w:rFonts w:ascii="Times New Roman" w:hAnsi="Times New Roman"/>
          <w:sz w:val="28"/>
          <w:szCs w:val="28"/>
        </w:rPr>
        <w:t xml:space="preserve"> завершается итоговой аттестацией. Нормативный срок освоения составляет 5 лет.</w:t>
      </w:r>
    </w:p>
    <w:p w:rsidR="006C04FD" w:rsidRDefault="006C04FD" w:rsidP="00AD2029">
      <w:pPr>
        <w:spacing w:after="0"/>
        <w:jc w:val="both"/>
        <w:rPr>
          <w:rStyle w:val="markedcontent"/>
          <w:rFonts w:ascii="Times New Roman" w:hAnsi="Times New Roman"/>
          <w:sz w:val="28"/>
          <w:szCs w:val="28"/>
        </w:rPr>
        <w:sectPr w:rsidR="006C04FD" w:rsidSect="005E14A1">
          <w:pgSz w:w="11900" w:h="16820"/>
          <w:pgMar w:top="1134" w:right="850" w:bottom="1134" w:left="1134" w:header="708" w:footer="708" w:gutter="0"/>
          <w:cols w:space="708"/>
          <w:docGrid w:linePitch="360"/>
        </w:sectPr>
      </w:pPr>
    </w:p>
    <w:p w:rsidR="006C04FD" w:rsidRPr="00272057" w:rsidRDefault="006C04FD" w:rsidP="00AD2029">
      <w:pPr>
        <w:spacing w:after="0"/>
      </w:pPr>
      <w:bookmarkStart w:id="0" w:name="_GoBack"/>
      <w:bookmarkEnd w:id="0"/>
    </w:p>
    <w:sectPr w:rsidR="006C04FD" w:rsidRPr="00272057" w:rsidSect="00BF10F5">
      <w:pgSz w:w="16820" w:h="11900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BA0C88"/>
    <w:multiLevelType w:val="hybridMultilevel"/>
    <w:tmpl w:val="8990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6563215"/>
    <w:multiLevelType w:val="hybridMultilevel"/>
    <w:tmpl w:val="1310C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6CF0A77"/>
    <w:multiLevelType w:val="hybridMultilevel"/>
    <w:tmpl w:val="6AE0956E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3E28"/>
    <w:rsid w:val="00007DBB"/>
    <w:rsid w:val="00022AB1"/>
    <w:rsid w:val="000454DE"/>
    <w:rsid w:val="00052FF9"/>
    <w:rsid w:val="00055EF9"/>
    <w:rsid w:val="00062C44"/>
    <w:rsid w:val="000A07A9"/>
    <w:rsid w:val="000B54B4"/>
    <w:rsid w:val="000C00EF"/>
    <w:rsid w:val="000C3476"/>
    <w:rsid w:val="000D220D"/>
    <w:rsid w:val="000F4598"/>
    <w:rsid w:val="0010613A"/>
    <w:rsid w:val="00112D88"/>
    <w:rsid w:val="001440F4"/>
    <w:rsid w:val="0015448F"/>
    <w:rsid w:val="00171FE0"/>
    <w:rsid w:val="00181209"/>
    <w:rsid w:val="001922E9"/>
    <w:rsid w:val="001A682B"/>
    <w:rsid w:val="001A68E1"/>
    <w:rsid w:val="001A75C4"/>
    <w:rsid w:val="001A779A"/>
    <w:rsid w:val="001B1213"/>
    <w:rsid w:val="001B4302"/>
    <w:rsid w:val="001C4547"/>
    <w:rsid w:val="00205939"/>
    <w:rsid w:val="00217E91"/>
    <w:rsid w:val="00226645"/>
    <w:rsid w:val="00264DCD"/>
    <w:rsid w:val="00270402"/>
    <w:rsid w:val="00272057"/>
    <w:rsid w:val="00284A7E"/>
    <w:rsid w:val="002A12FF"/>
    <w:rsid w:val="002A3B89"/>
    <w:rsid w:val="002A5D25"/>
    <w:rsid w:val="002E245D"/>
    <w:rsid w:val="0030678A"/>
    <w:rsid w:val="0031079C"/>
    <w:rsid w:val="00343BDC"/>
    <w:rsid w:val="00344318"/>
    <w:rsid w:val="00347277"/>
    <w:rsid w:val="00352DBF"/>
    <w:rsid w:val="00373028"/>
    <w:rsid w:val="003746B2"/>
    <w:rsid w:val="00374FEA"/>
    <w:rsid w:val="003963BA"/>
    <w:rsid w:val="003A7E5F"/>
    <w:rsid w:val="003C0D65"/>
    <w:rsid w:val="003C7983"/>
    <w:rsid w:val="003D7E4A"/>
    <w:rsid w:val="003E0864"/>
    <w:rsid w:val="003E617D"/>
    <w:rsid w:val="004002DE"/>
    <w:rsid w:val="004141D3"/>
    <w:rsid w:val="0041494E"/>
    <w:rsid w:val="004168CD"/>
    <w:rsid w:val="0043527D"/>
    <w:rsid w:val="004457FE"/>
    <w:rsid w:val="00445D02"/>
    <w:rsid w:val="00446614"/>
    <w:rsid w:val="004652A1"/>
    <w:rsid w:val="00467EF7"/>
    <w:rsid w:val="00473B54"/>
    <w:rsid w:val="00495106"/>
    <w:rsid w:val="004A5E74"/>
    <w:rsid w:val="004B1542"/>
    <w:rsid w:val="004E028C"/>
    <w:rsid w:val="004E4A78"/>
    <w:rsid w:val="00502D31"/>
    <w:rsid w:val="00510AC4"/>
    <w:rsid w:val="00520D9C"/>
    <w:rsid w:val="00520ECA"/>
    <w:rsid w:val="00532EC7"/>
    <w:rsid w:val="00543B77"/>
    <w:rsid w:val="00564E8B"/>
    <w:rsid w:val="00570E25"/>
    <w:rsid w:val="00574B77"/>
    <w:rsid w:val="005A4ACB"/>
    <w:rsid w:val="005B15BC"/>
    <w:rsid w:val="005D0700"/>
    <w:rsid w:val="005E14A1"/>
    <w:rsid w:val="00613F43"/>
    <w:rsid w:val="0061648B"/>
    <w:rsid w:val="00620C9A"/>
    <w:rsid w:val="00641000"/>
    <w:rsid w:val="00655BC8"/>
    <w:rsid w:val="006560B5"/>
    <w:rsid w:val="006569A4"/>
    <w:rsid w:val="00665E27"/>
    <w:rsid w:val="00683EBB"/>
    <w:rsid w:val="006852B8"/>
    <w:rsid w:val="00697D2A"/>
    <w:rsid w:val="006A6072"/>
    <w:rsid w:val="006A7223"/>
    <w:rsid w:val="006B1B66"/>
    <w:rsid w:val="006B6902"/>
    <w:rsid w:val="006B7874"/>
    <w:rsid w:val="006C04FD"/>
    <w:rsid w:val="006C21C9"/>
    <w:rsid w:val="006D6035"/>
    <w:rsid w:val="006E1004"/>
    <w:rsid w:val="006F1A1C"/>
    <w:rsid w:val="007031A8"/>
    <w:rsid w:val="00726C01"/>
    <w:rsid w:val="00742A78"/>
    <w:rsid w:val="00752EAB"/>
    <w:rsid w:val="00771952"/>
    <w:rsid w:val="00787163"/>
    <w:rsid w:val="007B5622"/>
    <w:rsid w:val="007C4D43"/>
    <w:rsid w:val="007C5A4F"/>
    <w:rsid w:val="007E7965"/>
    <w:rsid w:val="00806306"/>
    <w:rsid w:val="0081324A"/>
    <w:rsid w:val="008376E0"/>
    <w:rsid w:val="008448FF"/>
    <w:rsid w:val="008632FA"/>
    <w:rsid w:val="008829BA"/>
    <w:rsid w:val="00884E0B"/>
    <w:rsid w:val="008B4198"/>
    <w:rsid w:val="00930CEB"/>
    <w:rsid w:val="00943325"/>
    <w:rsid w:val="009443D9"/>
    <w:rsid w:val="00963708"/>
    <w:rsid w:val="009848FD"/>
    <w:rsid w:val="009862C2"/>
    <w:rsid w:val="00991551"/>
    <w:rsid w:val="00992D31"/>
    <w:rsid w:val="0099304C"/>
    <w:rsid w:val="00994D2D"/>
    <w:rsid w:val="00996DF6"/>
    <w:rsid w:val="009B229E"/>
    <w:rsid w:val="009B6A45"/>
    <w:rsid w:val="009C3AD8"/>
    <w:rsid w:val="009C53F6"/>
    <w:rsid w:val="009E43DA"/>
    <w:rsid w:val="009F18D3"/>
    <w:rsid w:val="009F4C94"/>
    <w:rsid w:val="00A029C9"/>
    <w:rsid w:val="00A03753"/>
    <w:rsid w:val="00A139CB"/>
    <w:rsid w:val="00A227C0"/>
    <w:rsid w:val="00A44786"/>
    <w:rsid w:val="00A7184B"/>
    <w:rsid w:val="00A76A07"/>
    <w:rsid w:val="00A77598"/>
    <w:rsid w:val="00A90511"/>
    <w:rsid w:val="00A92197"/>
    <w:rsid w:val="00A96C90"/>
    <w:rsid w:val="00AB3E28"/>
    <w:rsid w:val="00AB6EA5"/>
    <w:rsid w:val="00AC5F40"/>
    <w:rsid w:val="00AC655B"/>
    <w:rsid w:val="00AD2029"/>
    <w:rsid w:val="00AF16B5"/>
    <w:rsid w:val="00AF55C5"/>
    <w:rsid w:val="00B078E7"/>
    <w:rsid w:val="00B07E30"/>
    <w:rsid w:val="00B47A20"/>
    <w:rsid w:val="00B47E19"/>
    <w:rsid w:val="00B52B84"/>
    <w:rsid w:val="00B53010"/>
    <w:rsid w:val="00B54321"/>
    <w:rsid w:val="00B645AA"/>
    <w:rsid w:val="00B64ADE"/>
    <w:rsid w:val="00B81C13"/>
    <w:rsid w:val="00B91717"/>
    <w:rsid w:val="00B91E96"/>
    <w:rsid w:val="00B93A54"/>
    <w:rsid w:val="00BA255F"/>
    <w:rsid w:val="00BA56FA"/>
    <w:rsid w:val="00BA6E11"/>
    <w:rsid w:val="00BA7066"/>
    <w:rsid w:val="00BB5583"/>
    <w:rsid w:val="00BB6ED6"/>
    <w:rsid w:val="00BC3498"/>
    <w:rsid w:val="00BC5250"/>
    <w:rsid w:val="00BE0CF4"/>
    <w:rsid w:val="00BE3D68"/>
    <w:rsid w:val="00BE452A"/>
    <w:rsid w:val="00BE6FC4"/>
    <w:rsid w:val="00BF0C5B"/>
    <w:rsid w:val="00BF10F5"/>
    <w:rsid w:val="00C10C42"/>
    <w:rsid w:val="00C300D7"/>
    <w:rsid w:val="00C521EF"/>
    <w:rsid w:val="00C70729"/>
    <w:rsid w:val="00C72A73"/>
    <w:rsid w:val="00C76556"/>
    <w:rsid w:val="00C84820"/>
    <w:rsid w:val="00C86151"/>
    <w:rsid w:val="00C91579"/>
    <w:rsid w:val="00CA5D63"/>
    <w:rsid w:val="00CB6C10"/>
    <w:rsid w:val="00CB7DB4"/>
    <w:rsid w:val="00CC3512"/>
    <w:rsid w:val="00CC60A8"/>
    <w:rsid w:val="00CF13EC"/>
    <w:rsid w:val="00D0701D"/>
    <w:rsid w:val="00D07CCC"/>
    <w:rsid w:val="00D07D69"/>
    <w:rsid w:val="00D11442"/>
    <w:rsid w:val="00D16267"/>
    <w:rsid w:val="00D213E7"/>
    <w:rsid w:val="00D339A5"/>
    <w:rsid w:val="00D52398"/>
    <w:rsid w:val="00D60230"/>
    <w:rsid w:val="00D61174"/>
    <w:rsid w:val="00D8488E"/>
    <w:rsid w:val="00D86F92"/>
    <w:rsid w:val="00D96741"/>
    <w:rsid w:val="00DB1508"/>
    <w:rsid w:val="00DD668F"/>
    <w:rsid w:val="00DE337C"/>
    <w:rsid w:val="00DF4AEE"/>
    <w:rsid w:val="00DF6315"/>
    <w:rsid w:val="00E00F1C"/>
    <w:rsid w:val="00E115A2"/>
    <w:rsid w:val="00E24C8D"/>
    <w:rsid w:val="00E24FA7"/>
    <w:rsid w:val="00E41CD5"/>
    <w:rsid w:val="00E5346A"/>
    <w:rsid w:val="00E6549F"/>
    <w:rsid w:val="00E7055D"/>
    <w:rsid w:val="00E82785"/>
    <w:rsid w:val="00E831EA"/>
    <w:rsid w:val="00E8602F"/>
    <w:rsid w:val="00EA1496"/>
    <w:rsid w:val="00EA1DE7"/>
    <w:rsid w:val="00EA7A33"/>
    <w:rsid w:val="00EC4819"/>
    <w:rsid w:val="00EE0C26"/>
    <w:rsid w:val="00F22BB1"/>
    <w:rsid w:val="00F22E76"/>
    <w:rsid w:val="00F23C59"/>
    <w:rsid w:val="00F25599"/>
    <w:rsid w:val="00F35982"/>
    <w:rsid w:val="00F41C65"/>
    <w:rsid w:val="00F60A00"/>
    <w:rsid w:val="00F675FF"/>
    <w:rsid w:val="00F70460"/>
    <w:rsid w:val="00F73DCA"/>
    <w:rsid w:val="00F75A7C"/>
    <w:rsid w:val="00F779EA"/>
    <w:rsid w:val="00F93659"/>
    <w:rsid w:val="00FB2281"/>
    <w:rsid w:val="00FC2435"/>
    <w:rsid w:val="00FD7A4F"/>
    <w:rsid w:val="00FD7B0E"/>
    <w:rsid w:val="00FE1E59"/>
    <w:rsid w:val="00FF5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4D43"/>
    <w:pPr>
      <w:spacing w:after="160" w:line="259" w:lineRule="auto"/>
    </w:pPr>
    <w:rPr>
      <w:lang w:eastAsia="en-US"/>
    </w:rPr>
  </w:style>
  <w:style w:type="paragraph" w:styleId="Heading3">
    <w:name w:val="heading 3"/>
    <w:basedOn w:val="Normal"/>
    <w:link w:val="Heading3Char"/>
    <w:uiPriority w:val="9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613F43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styleId="CommentReference">
    <w:name w:val="annotation reference"/>
    <w:basedOn w:val="DefaultParagraphFont"/>
    <w:uiPriority w:val="99"/>
    <w:semiHidden/>
    <w:rsid w:val="00CA5D63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A5D6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A5D63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A5D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A5D6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DefaultParagraphFont"/>
    <w:uiPriority w:val="99"/>
    <w:rsid w:val="0030678A"/>
    <w:rPr>
      <w:rFonts w:cs="Times New Roman"/>
    </w:rPr>
  </w:style>
  <w:style w:type="paragraph" w:styleId="ListParagraph">
    <w:name w:val="List Paragraph"/>
    <w:basedOn w:val="Normal"/>
    <w:uiPriority w:val="99"/>
    <w:qFormat/>
    <w:rsid w:val="000C3476"/>
    <w:pPr>
      <w:ind w:left="720"/>
      <w:contextualSpacing/>
    </w:pPr>
  </w:style>
  <w:style w:type="table" w:styleId="TableGrid">
    <w:name w:val="Table Grid"/>
    <w:basedOn w:val="TableNormal"/>
    <w:uiPriority w:val="99"/>
    <w:rsid w:val="006E100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Quote">
    <w:name w:val="Quote"/>
    <w:basedOn w:val="Normal"/>
    <w:next w:val="Normal"/>
    <w:link w:val="QuoteChar"/>
    <w:uiPriority w:val="99"/>
    <w:qFormat/>
    <w:rsid w:val="00272057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99"/>
    <w:locked/>
    <w:rsid w:val="00272057"/>
    <w:rPr>
      <w:rFonts w:cs="Times New Roman"/>
      <w:i/>
      <w:iCs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2274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4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4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4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4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4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4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4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4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4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4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184</TotalTime>
  <Pages>6</Pages>
  <Words>1123</Words>
  <Characters>6402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777</cp:lastModifiedBy>
  <cp:revision>65</cp:revision>
  <dcterms:created xsi:type="dcterms:W3CDTF">2023-04-17T10:52:00Z</dcterms:created>
  <dcterms:modified xsi:type="dcterms:W3CDTF">2024-06-04T05:37:00Z</dcterms:modified>
</cp:coreProperties>
</file>