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59" w:rsidRPr="0013101F" w:rsidRDefault="00A95559" w:rsidP="00934C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УТВЕРЖДАЮ:</w:t>
      </w:r>
    </w:p>
    <w:p w:rsidR="00A95559" w:rsidRPr="0013101F" w:rsidRDefault="00A95559" w:rsidP="00934C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И.о. директора КГБОУ</w:t>
      </w:r>
    </w:p>
    <w:p w:rsidR="00A95559" w:rsidRPr="0013101F" w:rsidRDefault="00A95559" w:rsidP="00934C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01F">
        <w:rPr>
          <w:rFonts w:ascii="Times New Roman" w:hAnsi="Times New Roman"/>
          <w:sz w:val="28"/>
          <w:szCs w:val="28"/>
        </w:rPr>
        <w:t>«Тинская школа-интернат»</w:t>
      </w:r>
    </w:p>
    <w:p w:rsidR="00A95559" w:rsidRPr="0013101F" w:rsidRDefault="00A95559" w:rsidP="00934C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__________Э. С. Лебедева</w:t>
      </w:r>
    </w:p>
    <w:p w:rsidR="00A95559" w:rsidRPr="0013101F" w:rsidRDefault="00A95559" w:rsidP="00934C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«04» июня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  <w:sz w:val="28"/>
            <w:szCs w:val="28"/>
          </w:rPr>
          <w:t>2024</w:t>
        </w:r>
        <w:r w:rsidRPr="0013101F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13101F">
        <w:rPr>
          <w:rFonts w:ascii="Times New Roman" w:hAnsi="Times New Roman"/>
          <w:sz w:val="28"/>
          <w:szCs w:val="28"/>
        </w:rPr>
        <w:t>.</w:t>
      </w:r>
    </w:p>
    <w:p w:rsidR="00A95559" w:rsidRPr="0013101F" w:rsidRDefault="00A95559" w:rsidP="00934C9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95559" w:rsidRDefault="00A95559" w:rsidP="00934C98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ГОДОВОЙ КАЛЕНДАРНЫЙ УЧЕБНЫЙ ГРАФИК РАБОТЫ</w:t>
      </w:r>
    </w:p>
    <w:p w:rsidR="00A95559" w:rsidRDefault="00A95559" w:rsidP="00934C98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краевого государственного бюджетного общеобразовательного учреждения «Тинская школа-интернат» для учащихся старше 18 лет из ПНИ, обучающихся по очно-заочной форме обучения</w:t>
      </w:r>
    </w:p>
    <w:p w:rsidR="00A95559" w:rsidRPr="00934C98" w:rsidRDefault="00A95559" w:rsidP="00934C98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84"/>
        <w:gridCol w:w="2827"/>
        <w:gridCol w:w="1915"/>
        <w:gridCol w:w="2642"/>
      </w:tblGrid>
      <w:tr w:rsidR="00A95559" w:rsidRPr="00113EE5" w:rsidTr="00113EE5">
        <w:tc>
          <w:tcPr>
            <w:tcW w:w="2384" w:type="dxa"/>
            <w:vAlign w:val="center"/>
          </w:tcPr>
          <w:p w:rsidR="00A95559" w:rsidRPr="00113EE5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:rsidR="00A95559" w:rsidRPr="00113EE5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Дата начала четверти</w:t>
            </w:r>
          </w:p>
        </w:tc>
        <w:tc>
          <w:tcPr>
            <w:tcW w:w="1915" w:type="dxa"/>
          </w:tcPr>
          <w:p w:rsidR="00A95559" w:rsidRPr="00113EE5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Дата окончания четверти</w:t>
            </w:r>
          </w:p>
        </w:tc>
        <w:tc>
          <w:tcPr>
            <w:tcW w:w="2642" w:type="dxa"/>
            <w:vAlign w:val="center"/>
          </w:tcPr>
          <w:p w:rsidR="00A95559" w:rsidRPr="00113EE5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113EE5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A95559" w:rsidRPr="0059041F" w:rsidTr="00113EE5">
        <w:tc>
          <w:tcPr>
            <w:tcW w:w="238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 сессия (установочные занятия)</w:t>
            </w:r>
          </w:p>
        </w:tc>
        <w:tc>
          <w:tcPr>
            <w:tcW w:w="2827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02.09.2024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A95559" w:rsidRPr="0059041F" w:rsidRDefault="00A95559" w:rsidP="00113EE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06.09.2024 </w:t>
            </w:r>
            <w:r w:rsidRPr="0059041F">
              <w:rPr>
                <w:rFonts w:ascii="Times New Roman" w:hAnsi="Times New Roman"/>
                <w:sz w:val="28"/>
              </w:rPr>
              <w:t>г.</w:t>
            </w:r>
          </w:p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A95559" w:rsidRPr="0059041F" w:rsidTr="00113EE5">
        <w:tc>
          <w:tcPr>
            <w:tcW w:w="238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2 сессии</w:t>
            </w:r>
          </w:p>
        </w:tc>
        <w:tc>
          <w:tcPr>
            <w:tcW w:w="2827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28.10.2024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1.11.2024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A95559" w:rsidRPr="0059041F" w:rsidTr="00113EE5">
        <w:tc>
          <w:tcPr>
            <w:tcW w:w="238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3 сессия</w:t>
            </w:r>
          </w:p>
        </w:tc>
        <w:tc>
          <w:tcPr>
            <w:tcW w:w="2827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09.12.2024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20.12.2024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10 дней</w:t>
            </w:r>
          </w:p>
        </w:tc>
      </w:tr>
      <w:tr w:rsidR="00A95559" w:rsidRPr="0059041F" w:rsidTr="00113EE5">
        <w:tc>
          <w:tcPr>
            <w:tcW w:w="238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4 сессия</w:t>
            </w:r>
          </w:p>
        </w:tc>
        <w:tc>
          <w:tcPr>
            <w:tcW w:w="2827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17.03.2025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1915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21.03.2025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64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  <w:tr w:rsidR="00A95559" w:rsidRPr="0059041F" w:rsidTr="00113EE5">
        <w:tc>
          <w:tcPr>
            <w:tcW w:w="238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5 сессия </w:t>
            </w:r>
          </w:p>
        </w:tc>
        <w:tc>
          <w:tcPr>
            <w:tcW w:w="2827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19.05.2025</w:t>
            </w:r>
            <w:r w:rsidRPr="0059041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915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23.05.2025</w:t>
            </w:r>
            <w:r w:rsidRPr="0059041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5 дней</w:t>
            </w:r>
          </w:p>
        </w:tc>
      </w:tr>
    </w:tbl>
    <w:p w:rsidR="00A95559" w:rsidRPr="0059041F" w:rsidRDefault="00A95559" w:rsidP="00934C98">
      <w:pPr>
        <w:spacing w:before="30" w:after="3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3544"/>
        <w:gridCol w:w="2551"/>
      </w:tblGrid>
      <w:tr w:rsidR="00A95559" w:rsidRPr="0059041F" w:rsidTr="00113EE5">
        <w:tc>
          <w:tcPr>
            <w:tcW w:w="365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54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Дата начала </w:t>
            </w:r>
          </w:p>
        </w:tc>
        <w:tc>
          <w:tcPr>
            <w:tcW w:w="2551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 xml:space="preserve">Дата окончания </w:t>
            </w:r>
          </w:p>
        </w:tc>
      </w:tr>
      <w:tr w:rsidR="00A95559" w:rsidRPr="0059041F" w:rsidTr="00113EE5">
        <w:tc>
          <w:tcPr>
            <w:tcW w:w="365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1 межсессионный интервал</w:t>
            </w:r>
          </w:p>
        </w:tc>
        <w:tc>
          <w:tcPr>
            <w:tcW w:w="354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02.09.2024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25.10.2024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A95559" w:rsidRPr="0059041F" w:rsidTr="00113EE5">
        <w:tc>
          <w:tcPr>
            <w:tcW w:w="365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2 межсессионный интервал</w:t>
            </w:r>
          </w:p>
        </w:tc>
        <w:tc>
          <w:tcPr>
            <w:tcW w:w="354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>.11.202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Pr="0059041F"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A95559" w:rsidRPr="0059041F" w:rsidTr="00113EE5">
        <w:tc>
          <w:tcPr>
            <w:tcW w:w="365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3 межсессионный интервал</w:t>
            </w:r>
          </w:p>
        </w:tc>
        <w:tc>
          <w:tcPr>
            <w:tcW w:w="354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8</w:t>
            </w:r>
            <w:r w:rsidRPr="0059041F">
              <w:rPr>
                <w:rFonts w:ascii="Times New Roman" w:hAnsi="Times New Roman"/>
                <w:sz w:val="28"/>
              </w:rPr>
              <w:t>.01.202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  <w:r w:rsidRPr="0059041F">
              <w:rPr>
                <w:rFonts w:ascii="Times New Roman" w:hAnsi="Times New Roman"/>
                <w:sz w:val="28"/>
              </w:rPr>
              <w:t>.03.202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  <w:tr w:rsidR="00A95559" w:rsidRPr="0059041F" w:rsidTr="00113EE5">
        <w:tc>
          <w:tcPr>
            <w:tcW w:w="3652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9041F">
              <w:rPr>
                <w:rFonts w:ascii="Times New Roman" w:hAnsi="Times New Roman"/>
                <w:sz w:val="28"/>
                <w:szCs w:val="28"/>
              </w:rPr>
              <w:t>4 межсессионный интервал</w:t>
            </w:r>
          </w:p>
        </w:tc>
        <w:tc>
          <w:tcPr>
            <w:tcW w:w="3544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Pr="0059041F">
              <w:rPr>
                <w:rFonts w:ascii="Times New Roman" w:hAnsi="Times New Roman"/>
                <w:sz w:val="28"/>
              </w:rPr>
              <w:t>.03.202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551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 w:rsidRPr="0059041F">
              <w:rPr>
                <w:rFonts w:ascii="Times New Roman" w:hAnsi="Times New Roman"/>
                <w:sz w:val="28"/>
              </w:rPr>
              <w:t>.05.202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59041F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</w:tbl>
    <w:p w:rsidR="00A95559" w:rsidRPr="0059041F" w:rsidRDefault="00A95559" w:rsidP="00934C98">
      <w:pPr>
        <w:spacing w:before="30" w:after="30"/>
        <w:jc w:val="center"/>
        <w:rPr>
          <w:rFonts w:ascii="Times New Roman" w:hAnsi="Times New Roman"/>
          <w:sz w:val="28"/>
          <w:szCs w:val="28"/>
        </w:rPr>
      </w:pPr>
    </w:p>
    <w:p w:rsidR="00A95559" w:rsidRPr="0059041F" w:rsidRDefault="00A95559" w:rsidP="00934C98">
      <w:pPr>
        <w:pStyle w:val="NoSpacing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3"/>
        <w:gridCol w:w="4536"/>
      </w:tblGrid>
      <w:tr w:rsidR="00A95559" w:rsidRPr="0059041F" w:rsidTr="006D7523">
        <w:tc>
          <w:tcPr>
            <w:tcW w:w="5103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Продолжительность рабочей недели</w:t>
            </w:r>
          </w:p>
        </w:tc>
        <w:tc>
          <w:tcPr>
            <w:tcW w:w="4536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5-ти-дневная рабочая неделя</w:t>
            </w:r>
          </w:p>
        </w:tc>
      </w:tr>
      <w:tr w:rsidR="00A95559" w:rsidRPr="0059041F" w:rsidTr="006D7523">
        <w:tc>
          <w:tcPr>
            <w:tcW w:w="5103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Продолжительность урока</w:t>
            </w:r>
          </w:p>
        </w:tc>
        <w:tc>
          <w:tcPr>
            <w:tcW w:w="4536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40 минут</w:t>
            </w:r>
          </w:p>
        </w:tc>
      </w:tr>
      <w:tr w:rsidR="00A95559" w:rsidRPr="0059041F" w:rsidTr="006D7523">
        <w:tc>
          <w:tcPr>
            <w:tcW w:w="5103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536" w:type="dxa"/>
          </w:tcPr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.05.202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– 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59041F">
              <w:rPr>
                <w:rFonts w:ascii="Times New Roman" w:hAnsi="Times New Roman"/>
                <w:bCs/>
                <w:sz w:val="28"/>
                <w:szCs w:val="28"/>
              </w:rPr>
              <w:t>.05.202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A95559" w:rsidRPr="0059041F" w:rsidRDefault="00A95559" w:rsidP="006D7523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 xml:space="preserve">Межсессионный период с </w:t>
      </w:r>
      <w:r>
        <w:rPr>
          <w:rFonts w:ascii="Times New Roman" w:hAnsi="Times New Roman"/>
          <w:sz w:val="28"/>
        </w:rPr>
        <w:t>24</w:t>
      </w:r>
      <w:r w:rsidRPr="0059041F">
        <w:rPr>
          <w:rFonts w:ascii="Times New Roman" w:hAnsi="Times New Roman"/>
          <w:sz w:val="28"/>
        </w:rPr>
        <w:t>.03.202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2</w:t>
      </w:r>
      <w:r>
        <w:rPr>
          <w:rFonts w:ascii="Times New Roman" w:hAnsi="Times New Roman"/>
          <w:sz w:val="28"/>
        </w:rPr>
        <w:t>3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(9 недель)</w:t>
      </w:r>
    </w:p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  <w:lang w:val="en-US"/>
        </w:rPr>
        <w:t>V</w:t>
      </w:r>
      <w:r w:rsidRPr="0059041F">
        <w:rPr>
          <w:rFonts w:ascii="Times New Roman" w:hAnsi="Times New Roman"/>
          <w:b/>
          <w:sz w:val="28"/>
        </w:rPr>
        <w:t xml:space="preserve"> сессия </w:t>
      </w:r>
      <w:r>
        <w:rPr>
          <w:rFonts w:ascii="Times New Roman" w:hAnsi="Times New Roman"/>
          <w:sz w:val="28"/>
        </w:rPr>
        <w:t>с 26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3</w:t>
      </w:r>
      <w:r>
        <w:rPr>
          <w:rFonts w:ascii="Times New Roman" w:hAnsi="Times New Roman"/>
          <w:sz w:val="28"/>
        </w:rPr>
        <w:t>0</w:t>
      </w:r>
      <w:r w:rsidRPr="0059041F">
        <w:rPr>
          <w:rFonts w:ascii="Times New Roman" w:hAnsi="Times New Roman"/>
          <w:sz w:val="28"/>
        </w:rPr>
        <w:t>.05.202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(1 неделя)</w:t>
      </w:r>
    </w:p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>Итого:</w:t>
      </w:r>
    </w:p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 xml:space="preserve">Сессии – 6 недель очные занятия </w:t>
      </w:r>
    </w:p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 xml:space="preserve">Консультации - еженедельно в пятницу </w:t>
      </w:r>
    </w:p>
    <w:p w:rsidR="00A95559" w:rsidRPr="0059041F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sz w:val="28"/>
        </w:rPr>
        <w:t>В межсессионный период самостоятельная работа</w:t>
      </w:r>
    </w:p>
    <w:p w:rsidR="00A95559" w:rsidRDefault="00A95559" w:rsidP="00934C98">
      <w:pPr>
        <w:spacing w:after="0"/>
        <w:rPr>
          <w:rFonts w:ascii="Times New Roman" w:hAnsi="Times New Roman"/>
          <w:sz w:val="28"/>
        </w:rPr>
      </w:pPr>
      <w:r w:rsidRPr="0059041F">
        <w:rPr>
          <w:rFonts w:ascii="Times New Roman" w:hAnsi="Times New Roman"/>
          <w:b/>
          <w:sz w:val="28"/>
        </w:rPr>
        <w:t xml:space="preserve">Летние каникулы </w:t>
      </w:r>
      <w:r>
        <w:rPr>
          <w:rFonts w:ascii="Times New Roman" w:hAnsi="Times New Roman"/>
          <w:sz w:val="28"/>
        </w:rPr>
        <w:t>с 31</w:t>
      </w:r>
      <w:r w:rsidRPr="0059041F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 по 31.08.202</w:t>
      </w:r>
      <w:r>
        <w:rPr>
          <w:rFonts w:ascii="Times New Roman" w:hAnsi="Times New Roman"/>
          <w:sz w:val="28"/>
        </w:rPr>
        <w:t>5</w:t>
      </w:r>
      <w:r w:rsidRPr="0059041F">
        <w:rPr>
          <w:rFonts w:ascii="Times New Roman" w:hAnsi="Times New Roman"/>
          <w:sz w:val="28"/>
        </w:rPr>
        <w:t xml:space="preserve"> г.</w:t>
      </w:r>
    </w:p>
    <w:p w:rsidR="00A95559" w:rsidRDefault="00A95559" w:rsidP="00934C98">
      <w:pPr>
        <w:spacing w:after="0"/>
        <w:rPr>
          <w:rFonts w:ascii="Times New Roman" w:hAnsi="Times New Roman"/>
          <w:sz w:val="28"/>
        </w:rPr>
      </w:pPr>
    </w:p>
    <w:p w:rsidR="00A95559" w:rsidRDefault="00A95559" w:rsidP="00934C98">
      <w:pPr>
        <w:spacing w:after="0"/>
        <w:rPr>
          <w:rFonts w:ascii="Times New Roman" w:hAnsi="Times New Roman"/>
          <w:sz w:val="28"/>
        </w:rPr>
      </w:pPr>
    </w:p>
    <w:p w:rsidR="00A95559" w:rsidRPr="001D6D4A" w:rsidRDefault="00A95559" w:rsidP="00934C98">
      <w:pPr>
        <w:spacing w:after="0"/>
        <w:rPr>
          <w:rFonts w:ascii="Times New Roman" w:hAnsi="Times New Roman"/>
          <w:sz w:val="28"/>
        </w:rPr>
      </w:pPr>
      <w:bookmarkStart w:id="0" w:name="_GoBack"/>
      <w:bookmarkEnd w:id="0"/>
    </w:p>
    <w:sectPr w:rsidR="00A95559" w:rsidRPr="001D6D4A" w:rsidSect="00934C9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806"/>
    <w:rsid w:val="000048C6"/>
    <w:rsid w:val="00033B9E"/>
    <w:rsid w:val="000A1A7C"/>
    <w:rsid w:val="000D1A48"/>
    <w:rsid w:val="000D7681"/>
    <w:rsid w:val="00113EE5"/>
    <w:rsid w:val="0013101F"/>
    <w:rsid w:val="001641EB"/>
    <w:rsid w:val="00185B4B"/>
    <w:rsid w:val="001927D3"/>
    <w:rsid w:val="001A75D2"/>
    <w:rsid w:val="001C101A"/>
    <w:rsid w:val="001D6D4A"/>
    <w:rsid w:val="001E1DB7"/>
    <w:rsid w:val="0023646D"/>
    <w:rsid w:val="00343B02"/>
    <w:rsid w:val="003678E6"/>
    <w:rsid w:val="00392992"/>
    <w:rsid w:val="003B0504"/>
    <w:rsid w:val="003C25C8"/>
    <w:rsid w:val="0046512D"/>
    <w:rsid w:val="00496E08"/>
    <w:rsid w:val="004C5806"/>
    <w:rsid w:val="004D794E"/>
    <w:rsid w:val="00503423"/>
    <w:rsid w:val="005462E7"/>
    <w:rsid w:val="005656C4"/>
    <w:rsid w:val="0059041F"/>
    <w:rsid w:val="005A4DA6"/>
    <w:rsid w:val="006A2896"/>
    <w:rsid w:val="006C78BF"/>
    <w:rsid w:val="006D7523"/>
    <w:rsid w:val="00766177"/>
    <w:rsid w:val="00833B98"/>
    <w:rsid w:val="00934C98"/>
    <w:rsid w:val="00956C45"/>
    <w:rsid w:val="00A95559"/>
    <w:rsid w:val="00B130AD"/>
    <w:rsid w:val="00B374CF"/>
    <w:rsid w:val="00B809F7"/>
    <w:rsid w:val="00C22AA8"/>
    <w:rsid w:val="00C578DB"/>
    <w:rsid w:val="00C87283"/>
    <w:rsid w:val="00CD7BE7"/>
    <w:rsid w:val="00DB55A0"/>
    <w:rsid w:val="00DC236D"/>
    <w:rsid w:val="00DD230C"/>
    <w:rsid w:val="00F06007"/>
    <w:rsid w:val="00F261E4"/>
    <w:rsid w:val="00F323A0"/>
    <w:rsid w:val="00FC34DC"/>
    <w:rsid w:val="00FD4FAE"/>
    <w:rsid w:val="00FE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34C98"/>
    <w:rPr>
      <w:lang w:eastAsia="en-US"/>
    </w:rPr>
  </w:style>
  <w:style w:type="table" w:styleId="TableGrid">
    <w:name w:val="Table Grid"/>
    <w:basedOn w:val="TableNormal"/>
    <w:uiPriority w:val="99"/>
    <w:rsid w:val="00934C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1</Pages>
  <Words>202</Words>
  <Characters>1152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777</cp:lastModifiedBy>
  <cp:revision>35</cp:revision>
  <cp:lastPrinted>2024-05-24T01:36:00Z</cp:lastPrinted>
  <dcterms:created xsi:type="dcterms:W3CDTF">2022-05-31T03:20:00Z</dcterms:created>
  <dcterms:modified xsi:type="dcterms:W3CDTF">2024-05-24T01:58:00Z</dcterms:modified>
</cp:coreProperties>
</file>